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CF21CF" w14:textId="77777777" w:rsidR="008717B8" w:rsidRDefault="008717B8" w:rsidP="00E07179">
      <w:pPr>
        <w:pStyle w:val="berschrift1"/>
        <w:rPr>
          <w:rFonts w:ascii="AkkuratStd Light" w:hAnsi="AkkuratStd Light"/>
        </w:rPr>
      </w:pPr>
    </w:p>
    <w:p w14:paraId="7CE4910F" w14:textId="77777777" w:rsidR="007B7C64" w:rsidRPr="007B7C64" w:rsidRDefault="007B7C64" w:rsidP="007B7C64"/>
    <w:p w14:paraId="3FF1A734" w14:textId="61AA907E" w:rsidR="008A39E8" w:rsidRPr="00CA2F43" w:rsidRDefault="008717B8" w:rsidP="00CA2F43">
      <w:pPr>
        <w:pStyle w:val="berschrift1"/>
        <w:rPr>
          <w:rFonts w:ascii="AkkuratStd Light" w:hAnsi="AkkuratStd Light"/>
        </w:rPr>
      </w:pPr>
      <w:r w:rsidRPr="00CA2F43">
        <w:rPr>
          <w:rFonts w:ascii="AkkuratStd Light" w:hAnsi="AkkuratStd Light"/>
        </w:rPr>
        <w:t>isb</w:t>
      </w:r>
      <w:r w:rsidR="00CA2F43" w:rsidRPr="00CA2F43">
        <w:rPr>
          <w:rFonts w:ascii="AkkuratStd Light" w:hAnsi="AkkuratStd Light"/>
        </w:rPr>
        <w:t>-</w:t>
      </w:r>
      <w:r w:rsidR="008A39E8" w:rsidRPr="00CA2F43">
        <w:rPr>
          <w:rFonts w:ascii="AkkuratStd Light" w:hAnsi="AkkuratStd Light"/>
        </w:rPr>
        <w:t>Sprints</w:t>
      </w:r>
    </w:p>
    <w:p w14:paraId="34A85546" w14:textId="77777777" w:rsidR="002E1E5C" w:rsidRPr="00CA2F43" w:rsidRDefault="002E1E5C" w:rsidP="002E1E5C">
      <w:pPr>
        <w:pStyle w:val="Text"/>
        <w:rPr>
          <w:snapToGrid/>
        </w:rPr>
      </w:pPr>
    </w:p>
    <w:p w14:paraId="6FEF55C1" w14:textId="77777777" w:rsidR="00CA2F43" w:rsidRPr="00CA2F43" w:rsidRDefault="00CA2F43" w:rsidP="002E1E5C">
      <w:pPr>
        <w:pStyle w:val="Text"/>
        <w:rPr>
          <w:snapToGrid/>
        </w:rPr>
      </w:pPr>
    </w:p>
    <w:p w14:paraId="38DC4109" w14:textId="77777777" w:rsidR="00D45059" w:rsidRPr="00CA2F43" w:rsidRDefault="002E1E5C" w:rsidP="007B7C64">
      <w:pPr>
        <w:pStyle w:val="Text"/>
        <w:ind w:left="567" w:right="565"/>
        <w:rPr>
          <w:snapToGrid/>
        </w:rPr>
      </w:pPr>
      <w:r w:rsidRPr="00CA2F43">
        <w:rPr>
          <w:snapToGrid/>
        </w:rPr>
        <w:t>Worum geht es?</w:t>
      </w:r>
    </w:p>
    <w:p w14:paraId="74B7D19B" w14:textId="3988369A" w:rsidR="002E1E5C" w:rsidRPr="00CA2F43" w:rsidRDefault="002E1E5C" w:rsidP="007B7C64">
      <w:pPr>
        <w:pStyle w:val="Aufzhlungszeichen"/>
        <w:tabs>
          <w:tab w:val="clear" w:pos="851"/>
          <w:tab w:val="num" w:pos="1418"/>
        </w:tabs>
        <w:ind w:left="1418" w:right="565"/>
      </w:pPr>
      <w:r w:rsidRPr="00CA2F43">
        <w:t>Wir wollen in einem offenen Format gemeinsam arbeiten.</w:t>
      </w:r>
    </w:p>
    <w:p w14:paraId="4AF11142" w14:textId="73CB637E" w:rsidR="00EB145D" w:rsidRPr="00CA2F43" w:rsidRDefault="00EB145D" w:rsidP="007B7C64">
      <w:pPr>
        <w:pStyle w:val="Aufzhlungszeichen"/>
        <w:tabs>
          <w:tab w:val="clear" w:pos="851"/>
          <w:tab w:val="num" w:pos="1418"/>
        </w:tabs>
        <w:ind w:left="1418" w:right="565"/>
      </w:pPr>
      <w:r w:rsidRPr="00CA2F43">
        <w:t xml:space="preserve">Wir möchten die fokussierten Hypothesen / Fragen / Themen aus dem Vorabend </w:t>
      </w:r>
      <w:r w:rsidR="000E3539" w:rsidRPr="00CA2F43">
        <w:t xml:space="preserve">weiter </w:t>
      </w:r>
      <w:r w:rsidRPr="00CA2F43">
        <w:t>bearbeiten.</w:t>
      </w:r>
    </w:p>
    <w:p w14:paraId="1D2FE4D3" w14:textId="77777777" w:rsidR="00DA5143" w:rsidRPr="00CA2F43" w:rsidRDefault="00DA5143" w:rsidP="007B7C64">
      <w:pPr>
        <w:pStyle w:val="Aufzhlungszeichen"/>
        <w:tabs>
          <w:tab w:val="clear" w:pos="851"/>
          <w:tab w:val="num" w:pos="1418"/>
        </w:tabs>
        <w:ind w:left="1418" w:right="565"/>
      </w:pPr>
      <w:r w:rsidRPr="00CA2F43">
        <w:t>Jede</w:t>
      </w:r>
      <w:r w:rsidR="00D92799" w:rsidRPr="00CA2F43">
        <w:t>*</w:t>
      </w:r>
      <w:r w:rsidRPr="00CA2F43">
        <w:t>r Teilnehmende kann die Initiative ergreifen und mitgestalten</w:t>
      </w:r>
    </w:p>
    <w:p w14:paraId="516A2FF1" w14:textId="77777777" w:rsidR="00DA0256" w:rsidRPr="00CA2F43" w:rsidRDefault="00DA0256" w:rsidP="007B7C64">
      <w:pPr>
        <w:pStyle w:val="Text"/>
        <w:ind w:left="567" w:right="565"/>
        <w:rPr>
          <w:b/>
          <w:snapToGrid/>
        </w:rPr>
      </w:pPr>
    </w:p>
    <w:p w14:paraId="71BE20B7" w14:textId="0A1EC87C" w:rsidR="002E1E5C" w:rsidRPr="00CA2F43" w:rsidRDefault="00EE71E2" w:rsidP="007B7C64">
      <w:pPr>
        <w:pStyle w:val="Text"/>
        <w:ind w:left="567" w:right="565"/>
        <w:rPr>
          <w:snapToGrid/>
        </w:rPr>
      </w:pPr>
      <w:r w:rsidRPr="00CA2F43">
        <w:rPr>
          <w:snapToGrid/>
        </w:rPr>
        <w:t xml:space="preserve">Prinzipien </w:t>
      </w:r>
    </w:p>
    <w:p w14:paraId="25FA0976" w14:textId="57561B8D" w:rsidR="00684E8F" w:rsidRPr="00CA2F43" w:rsidRDefault="00B839CA" w:rsidP="007B7C64">
      <w:pPr>
        <w:pStyle w:val="Aufzhlungszeichen"/>
        <w:tabs>
          <w:tab w:val="clear" w:pos="851"/>
          <w:tab w:val="num" w:pos="1418"/>
        </w:tabs>
        <w:ind w:left="1418" w:right="565"/>
      </w:pPr>
      <w:r w:rsidRPr="00CA2F43">
        <w:t xml:space="preserve">Es gibt </w:t>
      </w:r>
      <w:r w:rsidRPr="00CA2F43">
        <w:rPr>
          <w:b/>
        </w:rPr>
        <w:t xml:space="preserve">keine </w:t>
      </w:r>
      <w:r w:rsidR="002E1E5C" w:rsidRPr="00CA2F43">
        <w:rPr>
          <w:b/>
        </w:rPr>
        <w:t>Zuschauer</w:t>
      </w:r>
      <w:r w:rsidR="002E1E5C" w:rsidRPr="00CA2F43">
        <w:t xml:space="preserve">: </w:t>
      </w:r>
      <w:r w:rsidRPr="00CA2F43">
        <w:t>n</w:t>
      </w:r>
      <w:r w:rsidR="002E1E5C" w:rsidRPr="00CA2F43">
        <w:t xml:space="preserve">ur </w:t>
      </w:r>
      <w:r w:rsidR="00DA5143" w:rsidRPr="00CA2F43">
        <w:t>Teilnehmende</w:t>
      </w:r>
      <w:r w:rsidR="002E1E5C" w:rsidRPr="00CA2F43">
        <w:t>.</w:t>
      </w:r>
      <w:r w:rsidR="00EB145D" w:rsidRPr="00CA2F43">
        <w:t xml:space="preserve"> </w:t>
      </w:r>
      <w:r w:rsidR="00684E8F" w:rsidRPr="00CA2F43">
        <w:t>Es geht um neue Ideen und Impulse – Jede</w:t>
      </w:r>
      <w:r w:rsidR="00766A32" w:rsidRPr="00CA2F43">
        <w:t>*r</w:t>
      </w:r>
      <w:r w:rsidR="00684E8F" w:rsidRPr="00CA2F43">
        <w:t xml:space="preserve"> profitiert am meisten, wenn alle ihr Wissen und ihre Erfahrungen miteinander teilen. </w:t>
      </w:r>
    </w:p>
    <w:p w14:paraId="0449CCD0" w14:textId="795FED43" w:rsidR="002E1E5C" w:rsidRPr="00CA2F43" w:rsidRDefault="00EB145D" w:rsidP="007B7C64">
      <w:pPr>
        <w:pStyle w:val="Aufzhlungszeichen"/>
        <w:tabs>
          <w:tab w:val="clear" w:pos="851"/>
          <w:tab w:val="num" w:pos="1418"/>
        </w:tabs>
        <w:ind w:left="1418" w:right="565"/>
      </w:pPr>
      <w:r w:rsidRPr="00CA2F43">
        <w:t>Jede</w:t>
      </w:r>
      <w:r w:rsidR="00D92799" w:rsidRPr="00CA2F43">
        <w:t>*</w:t>
      </w:r>
      <w:r w:rsidRPr="00CA2F43">
        <w:t xml:space="preserve">r </w:t>
      </w:r>
      <w:r w:rsidR="00DA5143" w:rsidRPr="00CA2F43">
        <w:t xml:space="preserve">Teilnehmende </w:t>
      </w:r>
      <w:r w:rsidRPr="00CA2F43">
        <w:t xml:space="preserve">ist für den Erfolg </w:t>
      </w:r>
      <w:r w:rsidRPr="00CA2F43">
        <w:rPr>
          <w:b/>
        </w:rPr>
        <w:t>mitverantwortlich</w:t>
      </w:r>
      <w:r w:rsidRPr="00CA2F43">
        <w:t>.</w:t>
      </w:r>
    </w:p>
    <w:p w14:paraId="1E42EBFB" w14:textId="77777777" w:rsidR="00D92799" w:rsidRPr="00CA2F43" w:rsidRDefault="002E1E5C" w:rsidP="007B7C64">
      <w:pPr>
        <w:pStyle w:val="Aufzhlungszeichen"/>
        <w:tabs>
          <w:tab w:val="clear" w:pos="851"/>
          <w:tab w:val="num" w:pos="1418"/>
        </w:tabs>
        <w:ind w:left="1418" w:right="565"/>
      </w:pPr>
      <w:r w:rsidRPr="00CA2F43">
        <w:t>Jede</w:t>
      </w:r>
      <w:r w:rsidR="00D92799" w:rsidRPr="00CA2F43">
        <w:t>*</w:t>
      </w:r>
      <w:r w:rsidRPr="00CA2F43">
        <w:t xml:space="preserve">r </w:t>
      </w:r>
      <w:r w:rsidR="00EB145D" w:rsidRPr="00CA2F43">
        <w:t xml:space="preserve">darf </w:t>
      </w:r>
      <w:r w:rsidRPr="00CA2F43">
        <w:t xml:space="preserve">Themen und </w:t>
      </w:r>
      <w:r w:rsidR="00A12D2C" w:rsidRPr="00CA2F43">
        <w:t>Sessions vor</w:t>
      </w:r>
      <w:r w:rsidRPr="00CA2F43">
        <w:t>schlagen.</w:t>
      </w:r>
      <w:r w:rsidR="00684E8F" w:rsidRPr="00CA2F43">
        <w:t xml:space="preserve"> </w:t>
      </w:r>
    </w:p>
    <w:p w14:paraId="74EEE5B3" w14:textId="691D5238" w:rsidR="00684E8F" w:rsidRPr="00CA2F43" w:rsidRDefault="00684E8F" w:rsidP="007B7C64">
      <w:pPr>
        <w:pStyle w:val="Aufzhlungszeichen"/>
        <w:tabs>
          <w:tab w:val="clear" w:pos="851"/>
          <w:tab w:val="num" w:pos="1418"/>
        </w:tabs>
        <w:ind w:left="1418" w:right="565"/>
      </w:pPr>
      <w:r w:rsidRPr="00CA2F43">
        <w:rPr>
          <w:b/>
        </w:rPr>
        <w:t>Öffentlich und Privat:</w:t>
      </w:r>
      <w:r w:rsidRPr="00CA2F43">
        <w:t xml:space="preserve"> was im Sprint passiert</w:t>
      </w:r>
      <w:r w:rsidR="00D92799" w:rsidRPr="00CA2F43">
        <w:t>,</w:t>
      </w:r>
      <w:r w:rsidRPr="00CA2F43">
        <w:t xml:space="preserve"> darf im Sprint bleiben</w:t>
      </w:r>
      <w:r w:rsidR="00D92799" w:rsidRPr="00CA2F43">
        <w:t>. Die wesentlichen Ergebnisse</w:t>
      </w:r>
      <w:r w:rsidRPr="00CA2F43">
        <w:t xml:space="preserve"> </w:t>
      </w:r>
      <w:r w:rsidR="00D92799" w:rsidRPr="00CA2F43">
        <w:t xml:space="preserve">werden danach </w:t>
      </w:r>
      <w:r w:rsidRPr="00CA2F43">
        <w:t xml:space="preserve">mit allen geteilt. </w:t>
      </w:r>
    </w:p>
    <w:p w14:paraId="0BEEFA0B" w14:textId="77777777" w:rsidR="00EB145D" w:rsidRPr="00CA2F43" w:rsidRDefault="00EB145D" w:rsidP="007B7C64">
      <w:pPr>
        <w:pStyle w:val="Aufzhlungszeichen"/>
        <w:tabs>
          <w:tab w:val="clear" w:pos="851"/>
          <w:tab w:val="num" w:pos="1418"/>
        </w:tabs>
        <w:ind w:left="1418" w:right="565"/>
      </w:pPr>
      <w:r w:rsidRPr="00CA2F43">
        <w:t xml:space="preserve">Im Sinne einer </w:t>
      </w:r>
      <w:r w:rsidRPr="00CA2F43">
        <w:rPr>
          <w:b/>
        </w:rPr>
        <w:t>Lernschleife</w:t>
      </w:r>
      <w:r w:rsidRPr="00CA2F43">
        <w:t xml:space="preserve"> wiederholen wir das Format in selber Rahmung. </w:t>
      </w:r>
    </w:p>
    <w:p w14:paraId="69FB2EC4" w14:textId="77777777" w:rsidR="00DA0256" w:rsidRPr="00CA2F43" w:rsidRDefault="00DA0256" w:rsidP="007B7C64">
      <w:pPr>
        <w:pStyle w:val="Text"/>
        <w:ind w:left="567" w:right="565"/>
        <w:rPr>
          <w:snapToGrid/>
        </w:rPr>
      </w:pPr>
    </w:p>
    <w:p w14:paraId="643E0CF0" w14:textId="77777777" w:rsidR="00D45059" w:rsidRPr="00CA2F43" w:rsidRDefault="00D45059" w:rsidP="007B7C64">
      <w:pPr>
        <w:pStyle w:val="Text"/>
        <w:ind w:left="567" w:right="565"/>
        <w:rPr>
          <w:snapToGrid/>
        </w:rPr>
      </w:pPr>
      <w:r w:rsidRPr="00CA2F43">
        <w:rPr>
          <w:snapToGrid/>
        </w:rPr>
        <w:t>Welche Rollen gibt es? (Rollendisziplin)</w:t>
      </w:r>
    </w:p>
    <w:p w14:paraId="3B833711" w14:textId="14144810" w:rsidR="00D45059" w:rsidRPr="00CA2F43" w:rsidRDefault="002E1E5C" w:rsidP="007B7C64">
      <w:pPr>
        <w:pStyle w:val="Text"/>
        <w:numPr>
          <w:ilvl w:val="0"/>
          <w:numId w:val="42"/>
        </w:numPr>
        <w:ind w:left="1287" w:right="565"/>
        <w:rPr>
          <w:snapToGrid/>
        </w:rPr>
      </w:pPr>
      <w:r w:rsidRPr="00CA2F43">
        <w:rPr>
          <w:b/>
          <w:snapToGrid/>
        </w:rPr>
        <w:t>Anliegen</w:t>
      </w:r>
      <w:r w:rsidR="00D92799" w:rsidRPr="00CA2F43">
        <w:rPr>
          <w:b/>
          <w:snapToGrid/>
        </w:rPr>
        <w:t>g</w:t>
      </w:r>
      <w:r w:rsidRPr="00CA2F43">
        <w:rPr>
          <w:b/>
          <w:snapToGrid/>
        </w:rPr>
        <w:t>eber</w:t>
      </w:r>
      <w:r w:rsidR="00D92799" w:rsidRPr="00CA2F43">
        <w:rPr>
          <w:b/>
          <w:snapToGrid/>
        </w:rPr>
        <w:t>*in</w:t>
      </w:r>
      <w:r w:rsidR="00D45059" w:rsidRPr="00CA2F43">
        <w:rPr>
          <w:b/>
          <w:snapToGrid/>
        </w:rPr>
        <w:t xml:space="preserve">: </w:t>
      </w:r>
      <w:r w:rsidRPr="00CA2F43">
        <w:rPr>
          <w:snapToGrid/>
        </w:rPr>
        <w:t>bringt eine</w:t>
      </w:r>
      <w:r w:rsidRPr="00CA2F43">
        <w:rPr>
          <w:b/>
          <w:snapToGrid/>
        </w:rPr>
        <w:t xml:space="preserve"> </w:t>
      </w:r>
      <w:r w:rsidRPr="00CA2F43">
        <w:rPr>
          <w:snapToGrid/>
        </w:rPr>
        <w:t xml:space="preserve">These / Frage ein, an der </w:t>
      </w:r>
      <w:r w:rsidR="00D92799" w:rsidRPr="00CA2F43">
        <w:rPr>
          <w:snapToGrid/>
        </w:rPr>
        <w:t>er/sie im Kontext unseres Themas gerne arbeiten möchte</w:t>
      </w:r>
      <w:r w:rsidRPr="00CA2F43">
        <w:rPr>
          <w:snapToGrid/>
        </w:rPr>
        <w:t>.</w:t>
      </w:r>
    </w:p>
    <w:p w14:paraId="33E465E3" w14:textId="752EE90E" w:rsidR="002E1E5C" w:rsidRPr="00CA2F43" w:rsidRDefault="002E1E5C" w:rsidP="007B7C64">
      <w:pPr>
        <w:pStyle w:val="Text"/>
        <w:numPr>
          <w:ilvl w:val="0"/>
          <w:numId w:val="42"/>
        </w:numPr>
        <w:ind w:left="1287" w:right="565"/>
        <w:rPr>
          <w:snapToGrid/>
        </w:rPr>
      </w:pPr>
      <w:r w:rsidRPr="00CA2F43">
        <w:rPr>
          <w:snapToGrid/>
        </w:rPr>
        <w:t xml:space="preserve">(Optional: </w:t>
      </w:r>
      <w:r w:rsidRPr="00CA2F43">
        <w:rPr>
          <w:b/>
          <w:snapToGrid/>
        </w:rPr>
        <w:t>Regisseur</w:t>
      </w:r>
      <w:r w:rsidR="00D92799" w:rsidRPr="00CA2F43">
        <w:rPr>
          <w:b/>
          <w:snapToGrid/>
        </w:rPr>
        <w:t>*in</w:t>
      </w:r>
      <w:r w:rsidRPr="00CA2F43">
        <w:rPr>
          <w:snapToGrid/>
        </w:rPr>
        <w:t>: steuert / moderiert das Format - Es kann Vortrag</w:t>
      </w:r>
      <w:r w:rsidR="00766A32" w:rsidRPr="00CA2F43">
        <w:rPr>
          <w:snapToGrid/>
        </w:rPr>
        <w:t xml:space="preserve"> mit abschließender Diskussion</w:t>
      </w:r>
      <w:r w:rsidRPr="00CA2F43">
        <w:rPr>
          <w:snapToGrid/>
        </w:rPr>
        <w:t xml:space="preserve">, </w:t>
      </w:r>
      <w:r w:rsidR="001755B6" w:rsidRPr="00CA2F43">
        <w:rPr>
          <w:snapToGrid/>
        </w:rPr>
        <w:t xml:space="preserve">offener </w:t>
      </w:r>
      <w:r w:rsidRPr="00CA2F43">
        <w:rPr>
          <w:snapToGrid/>
        </w:rPr>
        <w:t>Dialog, aber auch klassische isb</w:t>
      </w:r>
      <w:r w:rsidR="00766A32" w:rsidRPr="00CA2F43">
        <w:rPr>
          <w:snapToGrid/>
        </w:rPr>
        <w:t xml:space="preserve"> </w:t>
      </w:r>
      <w:r w:rsidRPr="00CA2F43">
        <w:rPr>
          <w:snapToGrid/>
        </w:rPr>
        <w:t>Formate wie</w:t>
      </w:r>
      <w:r w:rsidR="00684E8F" w:rsidRPr="00CA2F43">
        <w:rPr>
          <w:snapToGrid/>
        </w:rPr>
        <w:t xml:space="preserve"> das Reflecting Team, Beratung oder ein</w:t>
      </w:r>
      <w:r w:rsidRPr="00CA2F43">
        <w:rPr>
          <w:snapToGrid/>
        </w:rPr>
        <w:t xml:space="preserve"> Beratermarkt </w:t>
      </w:r>
      <w:r w:rsidR="00684E8F" w:rsidRPr="00CA2F43">
        <w:rPr>
          <w:snapToGrid/>
        </w:rPr>
        <w:t>sein</w:t>
      </w:r>
      <w:r w:rsidRPr="00CA2F43">
        <w:rPr>
          <w:snapToGrid/>
        </w:rPr>
        <w:t>)</w:t>
      </w:r>
    </w:p>
    <w:p w14:paraId="5C257FB8" w14:textId="495D1C52" w:rsidR="002E1E5C" w:rsidRPr="00CA2F43" w:rsidRDefault="002E1E5C" w:rsidP="007B7C64">
      <w:pPr>
        <w:pStyle w:val="Text"/>
        <w:numPr>
          <w:ilvl w:val="0"/>
          <w:numId w:val="42"/>
        </w:numPr>
        <w:ind w:left="1287" w:right="565"/>
        <w:rPr>
          <w:snapToGrid/>
        </w:rPr>
      </w:pPr>
      <w:r w:rsidRPr="00CA2F43">
        <w:rPr>
          <w:b/>
          <w:snapToGrid/>
        </w:rPr>
        <w:t>Time Keeper</w:t>
      </w:r>
      <w:r w:rsidRPr="00CA2F43">
        <w:rPr>
          <w:snapToGrid/>
        </w:rPr>
        <w:t>: erinnert an verbleibende Zeit / Machbarkeit.</w:t>
      </w:r>
    </w:p>
    <w:p w14:paraId="25A18FE9" w14:textId="545CBBD2" w:rsidR="002E1E5C" w:rsidRPr="00CA2F43" w:rsidRDefault="00ED487C" w:rsidP="007B7C64">
      <w:pPr>
        <w:pStyle w:val="Text"/>
        <w:numPr>
          <w:ilvl w:val="0"/>
          <w:numId w:val="42"/>
        </w:numPr>
        <w:ind w:left="1287" w:right="565"/>
        <w:rPr>
          <w:snapToGrid/>
        </w:rPr>
      </w:pPr>
      <w:r w:rsidRPr="00CA2F43">
        <w:rPr>
          <w:snapToGrid/>
        </w:rPr>
        <w:t xml:space="preserve">Dokumentar*in </w:t>
      </w:r>
      <w:r w:rsidR="00D45059" w:rsidRPr="00CA2F43">
        <w:rPr>
          <w:snapToGrid/>
        </w:rPr>
        <w:t xml:space="preserve">/ </w:t>
      </w:r>
      <w:r w:rsidR="00D45059" w:rsidRPr="00CA2F43">
        <w:rPr>
          <w:b/>
          <w:snapToGrid/>
        </w:rPr>
        <w:t>Reporter</w:t>
      </w:r>
      <w:r w:rsidRPr="00CA2F43">
        <w:rPr>
          <w:b/>
          <w:snapToGrid/>
        </w:rPr>
        <w:t>*in</w:t>
      </w:r>
      <w:r w:rsidR="00D45059" w:rsidRPr="00CA2F43">
        <w:rPr>
          <w:snapToGrid/>
        </w:rPr>
        <w:t>:</w:t>
      </w:r>
      <w:r w:rsidR="002E1E5C" w:rsidRPr="00CA2F43">
        <w:rPr>
          <w:snapToGrid/>
        </w:rPr>
        <w:t xml:space="preserve"> sammelt Ideen und </w:t>
      </w:r>
      <w:r w:rsidRPr="00CA2F43">
        <w:rPr>
          <w:snapToGrid/>
        </w:rPr>
        <w:t xml:space="preserve">dokumentiert </w:t>
      </w:r>
      <w:r w:rsidR="002E1E5C" w:rsidRPr="00CA2F43">
        <w:rPr>
          <w:snapToGrid/>
        </w:rPr>
        <w:t>für den anschließenden Austausch.</w:t>
      </w:r>
    </w:p>
    <w:p w14:paraId="4A6E53B1" w14:textId="3B496D3D" w:rsidR="00766A32" w:rsidRPr="00CA2F43" w:rsidRDefault="00766A32" w:rsidP="007B7C64">
      <w:pPr>
        <w:pStyle w:val="Text"/>
        <w:numPr>
          <w:ilvl w:val="0"/>
          <w:numId w:val="42"/>
        </w:numPr>
        <w:ind w:left="1287" w:right="565"/>
        <w:rPr>
          <w:snapToGrid/>
        </w:rPr>
      </w:pPr>
      <w:r w:rsidRPr="00CA2F43">
        <w:rPr>
          <w:snapToGrid/>
        </w:rPr>
        <w:t xml:space="preserve">Weitere </w:t>
      </w:r>
      <w:r w:rsidR="000E3539" w:rsidRPr="00CA2F43">
        <w:rPr>
          <w:snapToGrid/>
        </w:rPr>
        <w:t xml:space="preserve">Rollen sind </w:t>
      </w:r>
      <w:r w:rsidR="008717B8" w:rsidRPr="00CA2F43">
        <w:rPr>
          <w:snapToGrid/>
        </w:rPr>
        <w:t xml:space="preserve">frei gestaltbar je </w:t>
      </w:r>
      <w:r w:rsidRPr="00CA2F43">
        <w:rPr>
          <w:snapToGrid/>
        </w:rPr>
        <w:t>nach Design…</w:t>
      </w:r>
    </w:p>
    <w:p w14:paraId="421A9DDC" w14:textId="77777777" w:rsidR="002E1E5C" w:rsidRPr="00CA2F43" w:rsidRDefault="002E1E5C" w:rsidP="007B7C64">
      <w:pPr>
        <w:pStyle w:val="Text"/>
        <w:ind w:left="567" w:right="565"/>
        <w:rPr>
          <w:snapToGrid/>
        </w:rPr>
      </w:pPr>
    </w:p>
    <w:p w14:paraId="0AF09D4C" w14:textId="3B5D7A81" w:rsidR="008717B8" w:rsidRPr="00CA2F43" w:rsidRDefault="00CA2F43" w:rsidP="007B7C64">
      <w:pPr>
        <w:pStyle w:val="Text"/>
        <w:ind w:left="567" w:right="565"/>
        <w:rPr>
          <w:snapToGrid/>
        </w:rPr>
      </w:pPr>
      <w:r w:rsidRPr="00CA2F43">
        <w:rPr>
          <w:snapToGrid/>
        </w:rPr>
        <w:t>Der Ablauf eines isb-Sprints findet sich auf der Rückseite.</w:t>
      </w:r>
    </w:p>
    <w:p w14:paraId="1F562B4F" w14:textId="77777777" w:rsidR="008717B8" w:rsidRPr="00CA2F43" w:rsidRDefault="008717B8" w:rsidP="007B7C64">
      <w:pPr>
        <w:spacing w:after="0"/>
        <w:ind w:left="567" w:right="565"/>
        <w:rPr>
          <w:color w:val="000000"/>
          <w:szCs w:val="20"/>
        </w:rPr>
      </w:pPr>
      <w:r w:rsidRPr="00CA2F43">
        <w:br w:type="page"/>
      </w:r>
      <w:bookmarkStart w:id="0" w:name="_GoBack"/>
      <w:bookmarkEnd w:id="0"/>
    </w:p>
    <w:p w14:paraId="79DBA8EF" w14:textId="77777777" w:rsidR="00CA2F43" w:rsidRPr="00CA2F43" w:rsidRDefault="00CA2F43" w:rsidP="00E07179">
      <w:pPr>
        <w:pStyle w:val="Text"/>
        <w:rPr>
          <w:snapToGrid/>
        </w:rPr>
      </w:pPr>
    </w:p>
    <w:p w14:paraId="563BCB74" w14:textId="77777777" w:rsidR="00CA2F43" w:rsidRPr="00CA2F43" w:rsidRDefault="00CA2F43" w:rsidP="00CA2F43">
      <w:pPr>
        <w:pStyle w:val="berschrift1"/>
        <w:rPr>
          <w:rFonts w:ascii="AkkuratStd Light" w:hAnsi="AkkuratStd Light"/>
        </w:rPr>
      </w:pPr>
      <w:r w:rsidRPr="00CA2F43">
        <w:rPr>
          <w:rFonts w:ascii="AkkuratStd Light" w:hAnsi="AkkuratStd Light"/>
        </w:rPr>
        <w:t>Anwendungsübung</w:t>
      </w:r>
    </w:p>
    <w:p w14:paraId="2CBDF498" w14:textId="12900DCE" w:rsidR="00CA2F43" w:rsidRPr="00CA2F43" w:rsidRDefault="00CA2F43" w:rsidP="00CA2F43">
      <w:pPr>
        <w:pStyle w:val="berschrift2"/>
        <w:rPr>
          <w:rFonts w:ascii="AkkuratStd Light" w:hAnsi="AkkuratStd Light"/>
        </w:rPr>
      </w:pPr>
      <w:r w:rsidRPr="00CA2F43">
        <w:rPr>
          <w:rFonts w:ascii="AkkuratStd Light" w:hAnsi="AkkuratStd Light"/>
          <w:noProof/>
        </w:rPr>
        <mc:AlternateContent>
          <mc:Choice Requires="wps">
            <w:drawing>
              <wp:anchor distT="0" distB="0" distL="114300" distR="114300" simplePos="0" relativeHeight="251659776" behindDoc="0" locked="1" layoutInCell="1" allowOverlap="1" wp14:anchorId="4DDF48C0" wp14:editId="09F6C711">
                <wp:simplePos x="0" y="0"/>
                <wp:positionH relativeFrom="column">
                  <wp:posOffset>5396865</wp:posOffset>
                </wp:positionH>
                <wp:positionV relativeFrom="page">
                  <wp:posOffset>2080895</wp:posOffset>
                </wp:positionV>
                <wp:extent cx="1071245" cy="452755"/>
                <wp:effectExtent l="0" t="0" r="14605" b="23495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1245" cy="452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A8DF81" w14:textId="3CF77D02" w:rsidR="00CA2F43" w:rsidRPr="009E4A92" w:rsidRDefault="00CA2F43" w:rsidP="00CA2F43">
                            <w:pPr>
                              <w:pStyle w:val="RGV-berschrift"/>
                              <w:jc w:val="center"/>
                            </w:pPr>
                            <w:r>
                              <w:t>105 min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24.95pt;margin-top:163.85pt;width:84.35pt;height:35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">
                <v:textbox>
                  <w:txbxContent>
                    <w:p w14:paraId="33A8DF81" w14:textId="3CF77D02" w:rsidR="00CA2F43" w:rsidRPr="009E4A92" w:rsidRDefault="00CA2F43" w:rsidP="00CA2F43">
                      <w:pPr>
                        <w:pStyle w:val="RGV-berschrift"/>
                        <w:jc w:val="center"/>
                      </w:pPr>
                      <w:r>
                        <w:t>105</w:t>
                      </w:r>
                      <w:r>
                        <w:t xml:space="preserve"> min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Pr="00CA2F43">
        <w:rPr>
          <w:rFonts w:ascii="AkkuratStd Light" w:hAnsi="AkkuratStd Light"/>
        </w:rPr>
        <w:t>isb-Sprint</w:t>
      </w:r>
    </w:p>
    <w:p w14:paraId="7AECD979" w14:textId="77777777" w:rsidR="00CA2F43" w:rsidRPr="00CA2F43" w:rsidRDefault="00CA2F43" w:rsidP="00E07179">
      <w:pPr>
        <w:pStyle w:val="Text"/>
        <w:rPr>
          <w:snapToGrid/>
        </w:rPr>
      </w:pPr>
    </w:p>
    <w:p w14:paraId="5B3F9E6E" w14:textId="77777777" w:rsidR="00CA2F43" w:rsidRPr="00CA2F43" w:rsidRDefault="00CA2F43" w:rsidP="00E07179">
      <w:pPr>
        <w:pStyle w:val="Text"/>
        <w:rPr>
          <w:snapToGrid/>
        </w:rPr>
      </w:pPr>
    </w:p>
    <w:p w14:paraId="32ADD833" w14:textId="77777777" w:rsidR="00CA2F43" w:rsidRPr="00CA2F43" w:rsidRDefault="00CA2F43" w:rsidP="00E07179">
      <w:pPr>
        <w:pStyle w:val="Text"/>
        <w:rPr>
          <w:snapToGrid/>
        </w:rPr>
      </w:pPr>
    </w:p>
    <w:p w14:paraId="1226CDF4" w14:textId="272FD63B" w:rsidR="00F44747" w:rsidRPr="00CA2F43" w:rsidRDefault="00684E8F" w:rsidP="00E07179">
      <w:pPr>
        <w:pStyle w:val="Text"/>
        <w:rPr>
          <w:snapToGrid/>
        </w:rPr>
      </w:pPr>
      <w:r w:rsidRPr="00CA2F43">
        <w:rPr>
          <w:snapToGrid/>
        </w:rPr>
        <w:t>Ablauf</w:t>
      </w:r>
      <w:r w:rsidR="00CA2F43" w:rsidRPr="00CA2F43">
        <w:rPr>
          <w:snapToGrid/>
        </w:rPr>
        <w:t xml:space="preserve"> je Sprint.</w:t>
      </w:r>
    </w:p>
    <w:p w14:paraId="132EF803" w14:textId="77777777" w:rsidR="00CA2F43" w:rsidRPr="00CA2F43" w:rsidRDefault="00CA2F43" w:rsidP="00E07179">
      <w:pPr>
        <w:pStyle w:val="Text"/>
        <w:rPr>
          <w:snapToGrid/>
        </w:rPr>
      </w:pPr>
    </w:p>
    <w:tbl>
      <w:tblPr>
        <w:tblpPr w:leftFromText="142" w:rightFromText="142" w:vertAnchor="text" w:horzAnchor="margin" w:tblpY="1"/>
        <w:tblW w:w="5000" w:type="pct"/>
        <w:tblLook w:val="0000" w:firstRow="0" w:lastRow="0" w:firstColumn="0" w:lastColumn="0" w:noHBand="0" w:noVBand="0"/>
      </w:tblPr>
      <w:tblGrid>
        <w:gridCol w:w="604"/>
        <w:gridCol w:w="1788"/>
        <w:gridCol w:w="7745"/>
      </w:tblGrid>
      <w:tr w:rsidR="00667C2A" w:rsidRPr="00CA2F43" w14:paraId="5FD5039D" w14:textId="77777777" w:rsidTr="0069454F">
        <w:trPr>
          <w:trHeight w:val="300"/>
        </w:trPr>
        <w:tc>
          <w:tcPr>
            <w:tcW w:w="298" w:type="pct"/>
            <w:shd w:val="clear" w:color="auto" w:fill="auto"/>
          </w:tcPr>
          <w:p w14:paraId="75B7B2A0" w14:textId="77777777" w:rsidR="00667C2A" w:rsidRPr="00CA2F43" w:rsidRDefault="00667C2A" w:rsidP="0069454F">
            <w:pPr>
              <w:rPr>
                <w:b/>
                <w:lang w:bidi="ml"/>
              </w:rPr>
            </w:pPr>
            <w:r w:rsidRPr="00CA2F43">
              <w:rPr>
                <w:b/>
                <w:lang w:bidi="ml"/>
              </w:rPr>
              <w:t>1.</w:t>
            </w:r>
          </w:p>
        </w:tc>
        <w:tc>
          <w:tcPr>
            <w:tcW w:w="882" w:type="pct"/>
            <w:shd w:val="clear" w:color="auto" w:fill="auto"/>
          </w:tcPr>
          <w:p w14:paraId="234C8BAE" w14:textId="77777777" w:rsidR="00667C2A" w:rsidRPr="00CA2F43" w:rsidRDefault="00667C2A" w:rsidP="0069454F">
            <w:pPr>
              <w:rPr>
                <w:b/>
                <w:u w:val="single"/>
                <w:lang w:bidi="ml"/>
              </w:rPr>
            </w:pPr>
            <w:r w:rsidRPr="00CA2F43">
              <w:rPr>
                <w:b/>
                <w:u w:val="single"/>
                <w:lang w:bidi="ml"/>
              </w:rPr>
              <w:t>15 min.</w:t>
            </w:r>
          </w:p>
        </w:tc>
        <w:tc>
          <w:tcPr>
            <w:tcW w:w="3820" w:type="pct"/>
            <w:shd w:val="clear" w:color="auto" w:fill="auto"/>
          </w:tcPr>
          <w:p w14:paraId="4A9746E3" w14:textId="4DAECB9D" w:rsidR="00667C2A" w:rsidRPr="00CA2F43" w:rsidRDefault="00ED487C" w:rsidP="00667C2A">
            <w:pPr>
              <w:rPr>
                <w:b/>
                <w:snapToGrid w:val="0"/>
              </w:rPr>
            </w:pPr>
            <w:r w:rsidRPr="00CA2F43">
              <w:rPr>
                <w:b/>
                <w:snapToGrid w:val="0"/>
              </w:rPr>
              <w:t>Session-Sammlung</w:t>
            </w:r>
          </w:p>
          <w:p w14:paraId="13C32F3F" w14:textId="7DB71491" w:rsidR="00766A32" w:rsidRPr="00CA2F43" w:rsidRDefault="00667C2A" w:rsidP="00667C2A">
            <w:pPr>
              <w:rPr>
                <w:i/>
                <w:snapToGrid w:val="0"/>
              </w:rPr>
            </w:pPr>
            <w:r w:rsidRPr="00CA2F43">
              <w:rPr>
                <w:snapToGrid w:val="0"/>
              </w:rPr>
              <w:t>Jede</w:t>
            </w:r>
            <w:r w:rsidR="00ED487C" w:rsidRPr="00CA2F43">
              <w:rPr>
                <w:snapToGrid w:val="0"/>
              </w:rPr>
              <w:t>*</w:t>
            </w:r>
            <w:r w:rsidRPr="00CA2F43">
              <w:rPr>
                <w:snapToGrid w:val="0"/>
              </w:rPr>
              <w:t xml:space="preserve">r der möchte, stellt </w:t>
            </w:r>
            <w:r w:rsidR="00ED487C" w:rsidRPr="00CA2F43">
              <w:rPr>
                <w:snapToGrid w:val="0"/>
              </w:rPr>
              <w:t>ihre/</w:t>
            </w:r>
            <w:r w:rsidRPr="00CA2F43">
              <w:rPr>
                <w:snapToGrid w:val="0"/>
              </w:rPr>
              <w:t>seine</w:t>
            </w:r>
            <w:r w:rsidR="00ED487C" w:rsidRPr="00CA2F43">
              <w:rPr>
                <w:snapToGrid w:val="0"/>
              </w:rPr>
              <w:t xml:space="preserve"> Session-Idee </w:t>
            </w:r>
            <w:r w:rsidRPr="00CA2F43">
              <w:rPr>
                <w:snapToGrid w:val="0"/>
              </w:rPr>
              <w:t>kurz vor</w:t>
            </w:r>
            <w:r w:rsidR="00ED487C" w:rsidRPr="00CA2F43">
              <w:rPr>
                <w:snapToGrid w:val="0"/>
              </w:rPr>
              <w:t xml:space="preserve">. </w:t>
            </w:r>
            <w:r w:rsidR="00ED487C" w:rsidRPr="00CA2F43">
              <w:rPr>
                <w:snapToGrid w:val="0"/>
              </w:rPr>
              <w:br/>
            </w:r>
            <w:r w:rsidRPr="00CA2F43">
              <w:rPr>
                <w:i/>
                <w:snapToGrid w:val="0"/>
              </w:rPr>
              <w:t>Das ist das Thema, das möchte ich tun.</w:t>
            </w:r>
            <w:r w:rsidR="00ED487C" w:rsidRPr="00CA2F43">
              <w:rPr>
                <w:i/>
                <w:snapToGrid w:val="0"/>
              </w:rPr>
              <w:t xml:space="preserve"> </w:t>
            </w:r>
          </w:p>
          <w:p w14:paraId="5E681B48" w14:textId="77777777" w:rsidR="00ED487C" w:rsidRPr="00CA2F43" w:rsidRDefault="00ED487C" w:rsidP="00667C2A">
            <w:pPr>
              <w:rPr>
                <w:snapToGrid w:val="0"/>
              </w:rPr>
            </w:pPr>
          </w:p>
          <w:p w14:paraId="5AEB794A" w14:textId="77777777" w:rsidR="00667C2A" w:rsidRPr="00CA2F43" w:rsidRDefault="00667C2A" w:rsidP="00667C2A">
            <w:pPr>
              <w:rPr>
                <w:snapToGrid w:val="0"/>
              </w:rPr>
            </w:pPr>
            <w:r w:rsidRPr="00CA2F43">
              <w:rPr>
                <w:snapToGrid w:val="0"/>
              </w:rPr>
              <w:t>Alle anderen ordnen sich den Anliegen-Gebern zu.</w:t>
            </w:r>
          </w:p>
          <w:p w14:paraId="1698E773" w14:textId="77777777" w:rsidR="00ED487C" w:rsidRPr="00CA2F43" w:rsidRDefault="00ED487C" w:rsidP="00667C2A">
            <w:pPr>
              <w:rPr>
                <w:snapToGrid w:val="0"/>
              </w:rPr>
            </w:pPr>
            <w:r w:rsidRPr="00CA2F43">
              <w:rPr>
                <w:snapToGrid w:val="0"/>
              </w:rPr>
              <w:t>Die Gruppen verteilen sich auf die Räume.</w:t>
            </w:r>
          </w:p>
          <w:p w14:paraId="02F3D8E9" w14:textId="77777777" w:rsidR="00667C2A" w:rsidRPr="00CA2F43" w:rsidRDefault="00667C2A" w:rsidP="00667C2A">
            <w:pPr>
              <w:rPr>
                <w:snapToGrid w:val="0"/>
              </w:rPr>
            </w:pPr>
          </w:p>
        </w:tc>
      </w:tr>
      <w:tr w:rsidR="00667C2A" w:rsidRPr="00CA2F43" w14:paraId="0D934168" w14:textId="77777777" w:rsidTr="0069454F">
        <w:trPr>
          <w:trHeight w:val="300"/>
        </w:trPr>
        <w:tc>
          <w:tcPr>
            <w:tcW w:w="298" w:type="pct"/>
            <w:shd w:val="clear" w:color="auto" w:fill="auto"/>
          </w:tcPr>
          <w:p w14:paraId="09F874E2" w14:textId="77777777" w:rsidR="00667C2A" w:rsidRPr="00CA2F43" w:rsidRDefault="00667C2A" w:rsidP="0069454F">
            <w:pPr>
              <w:rPr>
                <w:b/>
                <w:lang w:bidi="ml"/>
              </w:rPr>
            </w:pPr>
            <w:r w:rsidRPr="00CA2F43">
              <w:rPr>
                <w:b/>
                <w:lang w:bidi="ml"/>
              </w:rPr>
              <w:t>2.</w:t>
            </w:r>
          </w:p>
        </w:tc>
        <w:tc>
          <w:tcPr>
            <w:tcW w:w="882" w:type="pct"/>
            <w:shd w:val="clear" w:color="auto" w:fill="auto"/>
          </w:tcPr>
          <w:p w14:paraId="1BA8BA3A" w14:textId="77777777" w:rsidR="00667C2A" w:rsidRPr="00CA2F43" w:rsidRDefault="00667C2A" w:rsidP="00667C2A">
            <w:pPr>
              <w:rPr>
                <w:b/>
                <w:u w:val="single"/>
                <w:lang w:bidi="ml"/>
              </w:rPr>
            </w:pPr>
            <w:r w:rsidRPr="00CA2F43">
              <w:rPr>
                <w:b/>
                <w:u w:val="single"/>
                <w:lang w:bidi="ml"/>
              </w:rPr>
              <w:t>5 min.</w:t>
            </w:r>
          </w:p>
        </w:tc>
        <w:tc>
          <w:tcPr>
            <w:tcW w:w="3820" w:type="pct"/>
            <w:shd w:val="clear" w:color="auto" w:fill="auto"/>
          </w:tcPr>
          <w:p w14:paraId="32FCF86C" w14:textId="77777777" w:rsidR="00667C2A" w:rsidRPr="00CA2F43" w:rsidRDefault="00667C2A" w:rsidP="00667C2A">
            <w:pPr>
              <w:rPr>
                <w:b/>
                <w:bCs/>
                <w:snapToGrid w:val="0"/>
              </w:rPr>
            </w:pPr>
            <w:r w:rsidRPr="00CA2F43">
              <w:rPr>
                <w:b/>
                <w:bCs/>
                <w:snapToGrid w:val="0"/>
              </w:rPr>
              <w:t>Regiearbeit</w:t>
            </w:r>
          </w:p>
          <w:p w14:paraId="2DD3074D" w14:textId="3CA37B6D" w:rsidR="00667C2A" w:rsidRPr="00CA2F43" w:rsidRDefault="00667C2A" w:rsidP="00667C2A">
            <w:pPr>
              <w:rPr>
                <w:bCs/>
                <w:snapToGrid w:val="0"/>
              </w:rPr>
            </w:pPr>
            <w:r w:rsidRPr="00CA2F43">
              <w:rPr>
                <w:bCs/>
                <w:snapToGrid w:val="0"/>
              </w:rPr>
              <w:t>I</w:t>
            </w:r>
            <w:r w:rsidR="00DA0256" w:rsidRPr="00CA2F43">
              <w:rPr>
                <w:bCs/>
                <w:snapToGrid w:val="0"/>
              </w:rPr>
              <w:t>n</w:t>
            </w:r>
            <w:r w:rsidRPr="00CA2F43">
              <w:rPr>
                <w:bCs/>
                <w:snapToGrid w:val="0"/>
              </w:rPr>
              <w:t xml:space="preserve"> </w:t>
            </w:r>
            <w:r w:rsidR="00DA0256" w:rsidRPr="00CA2F43">
              <w:rPr>
                <w:bCs/>
                <w:snapToGrid w:val="0"/>
              </w:rPr>
              <w:t>der Gruppe wird kurz über die Steuerung / Regie für d</w:t>
            </w:r>
            <w:r w:rsidR="00ED487C" w:rsidRPr="00CA2F43">
              <w:rPr>
                <w:bCs/>
                <w:snapToGrid w:val="0"/>
              </w:rPr>
              <w:t>ie Session</w:t>
            </w:r>
            <w:r w:rsidR="00DA0256" w:rsidRPr="00CA2F43">
              <w:rPr>
                <w:bCs/>
                <w:snapToGrid w:val="0"/>
              </w:rPr>
              <w:t xml:space="preserve"> gesprochen und die </w:t>
            </w:r>
            <w:r w:rsidR="00ED487C" w:rsidRPr="00CA2F43">
              <w:rPr>
                <w:bCs/>
                <w:snapToGrid w:val="0"/>
              </w:rPr>
              <w:t xml:space="preserve">notwendigen </w:t>
            </w:r>
            <w:r w:rsidR="00DA0256" w:rsidRPr="00CA2F43">
              <w:rPr>
                <w:bCs/>
                <w:snapToGrid w:val="0"/>
              </w:rPr>
              <w:t>Rollen verteilt.</w:t>
            </w:r>
          </w:p>
          <w:p w14:paraId="13CBD411" w14:textId="77777777" w:rsidR="00667C2A" w:rsidRPr="00CA2F43" w:rsidRDefault="00667C2A" w:rsidP="00667C2A">
            <w:pPr>
              <w:rPr>
                <w:bCs/>
                <w:snapToGrid w:val="0"/>
              </w:rPr>
            </w:pPr>
          </w:p>
        </w:tc>
      </w:tr>
      <w:tr w:rsidR="00667C2A" w:rsidRPr="00CA2F43" w14:paraId="7380CEEB" w14:textId="77777777" w:rsidTr="0069454F">
        <w:trPr>
          <w:trHeight w:val="300"/>
        </w:trPr>
        <w:tc>
          <w:tcPr>
            <w:tcW w:w="298" w:type="pct"/>
            <w:shd w:val="clear" w:color="auto" w:fill="auto"/>
          </w:tcPr>
          <w:p w14:paraId="6540F338" w14:textId="77777777" w:rsidR="00667C2A" w:rsidRPr="00CA2F43" w:rsidRDefault="00667C2A" w:rsidP="0069454F">
            <w:pPr>
              <w:rPr>
                <w:b/>
                <w:lang w:bidi="ml"/>
              </w:rPr>
            </w:pPr>
            <w:r w:rsidRPr="00CA2F43">
              <w:rPr>
                <w:b/>
                <w:lang w:bidi="ml"/>
              </w:rPr>
              <w:t>3.</w:t>
            </w:r>
          </w:p>
        </w:tc>
        <w:tc>
          <w:tcPr>
            <w:tcW w:w="882" w:type="pct"/>
            <w:shd w:val="clear" w:color="auto" w:fill="auto"/>
          </w:tcPr>
          <w:p w14:paraId="07BF8D47" w14:textId="2C57B970" w:rsidR="00667C2A" w:rsidRPr="00CA2F43" w:rsidRDefault="00DA0256" w:rsidP="001755B6">
            <w:pPr>
              <w:rPr>
                <w:b/>
                <w:u w:val="single"/>
                <w:lang w:bidi="ml"/>
              </w:rPr>
            </w:pPr>
            <w:r w:rsidRPr="00CA2F43">
              <w:rPr>
                <w:b/>
                <w:u w:val="single"/>
                <w:lang w:bidi="ml"/>
              </w:rPr>
              <w:t>5</w:t>
            </w:r>
            <w:r w:rsidR="008717B8" w:rsidRPr="00CA2F43">
              <w:rPr>
                <w:b/>
                <w:u w:val="single"/>
                <w:lang w:bidi="ml"/>
              </w:rPr>
              <w:t>0</w:t>
            </w:r>
            <w:r w:rsidR="00667C2A" w:rsidRPr="00CA2F43">
              <w:rPr>
                <w:b/>
                <w:u w:val="single"/>
                <w:lang w:bidi="ml"/>
              </w:rPr>
              <w:t xml:space="preserve"> min</w:t>
            </w:r>
          </w:p>
        </w:tc>
        <w:tc>
          <w:tcPr>
            <w:tcW w:w="3820" w:type="pct"/>
            <w:shd w:val="clear" w:color="auto" w:fill="auto"/>
          </w:tcPr>
          <w:p w14:paraId="5A9B9FC7" w14:textId="688A7F0D" w:rsidR="00667C2A" w:rsidRPr="00CA2F43" w:rsidRDefault="00ED487C" w:rsidP="0069454F">
            <w:pPr>
              <w:rPr>
                <w:b/>
                <w:snapToGrid w:val="0"/>
              </w:rPr>
            </w:pPr>
            <w:r w:rsidRPr="00CA2F43">
              <w:rPr>
                <w:b/>
                <w:snapToGrid w:val="0"/>
              </w:rPr>
              <w:t>Session-Arbeit</w:t>
            </w:r>
          </w:p>
          <w:p w14:paraId="1F4D7DF8" w14:textId="7F834E6F" w:rsidR="00667C2A" w:rsidRPr="00CA2F43" w:rsidRDefault="00ED487C" w:rsidP="0069454F">
            <w:r w:rsidRPr="00CA2F43">
              <w:t xml:space="preserve">Session-Geber*in stellt das Thema vor und alle arbeiten gemeinsam am Thema. </w:t>
            </w:r>
          </w:p>
          <w:p w14:paraId="7AE6636A" w14:textId="77777777" w:rsidR="00667C2A" w:rsidRPr="00CA2F43" w:rsidRDefault="00667C2A" w:rsidP="0069454F">
            <w:pPr>
              <w:rPr>
                <w:lang w:bidi="ml"/>
              </w:rPr>
            </w:pPr>
            <w:r w:rsidRPr="00CA2F43">
              <w:rPr>
                <w:lang w:bidi="ml"/>
              </w:rPr>
              <w:t xml:space="preserve"> </w:t>
            </w:r>
          </w:p>
        </w:tc>
      </w:tr>
      <w:tr w:rsidR="00667C2A" w:rsidRPr="00CA2F43" w14:paraId="5B352F0D" w14:textId="77777777" w:rsidTr="0069454F">
        <w:trPr>
          <w:trHeight w:val="300"/>
        </w:trPr>
        <w:tc>
          <w:tcPr>
            <w:tcW w:w="298" w:type="pct"/>
            <w:shd w:val="clear" w:color="auto" w:fill="auto"/>
          </w:tcPr>
          <w:p w14:paraId="2F8EFF7D" w14:textId="77777777" w:rsidR="00667C2A" w:rsidRPr="00CA2F43" w:rsidRDefault="00667C2A" w:rsidP="0069454F">
            <w:pPr>
              <w:rPr>
                <w:b/>
                <w:lang w:bidi="ml"/>
              </w:rPr>
            </w:pPr>
            <w:r w:rsidRPr="00CA2F43">
              <w:rPr>
                <w:b/>
                <w:lang w:bidi="ml"/>
              </w:rPr>
              <w:t>4.</w:t>
            </w:r>
          </w:p>
        </w:tc>
        <w:tc>
          <w:tcPr>
            <w:tcW w:w="882" w:type="pct"/>
            <w:shd w:val="clear" w:color="auto" w:fill="auto"/>
          </w:tcPr>
          <w:p w14:paraId="1BEC2A77" w14:textId="4C68389C" w:rsidR="00667C2A" w:rsidRPr="00CA2F43" w:rsidRDefault="008717B8" w:rsidP="0069454F">
            <w:pPr>
              <w:rPr>
                <w:b/>
                <w:u w:val="single"/>
                <w:lang w:bidi="ml"/>
              </w:rPr>
            </w:pPr>
            <w:r w:rsidRPr="00CA2F43">
              <w:rPr>
                <w:b/>
                <w:u w:val="single"/>
                <w:lang w:bidi="ml"/>
              </w:rPr>
              <w:t>5</w:t>
            </w:r>
            <w:r w:rsidR="00667C2A" w:rsidRPr="00CA2F43">
              <w:rPr>
                <w:b/>
                <w:u w:val="single"/>
                <w:lang w:bidi="ml"/>
              </w:rPr>
              <w:t xml:space="preserve"> min</w:t>
            </w:r>
          </w:p>
        </w:tc>
        <w:tc>
          <w:tcPr>
            <w:tcW w:w="3820" w:type="pct"/>
            <w:shd w:val="clear" w:color="auto" w:fill="auto"/>
          </w:tcPr>
          <w:p w14:paraId="147E260F" w14:textId="39BA6FC6" w:rsidR="001755B6" w:rsidRPr="00CA2F43" w:rsidRDefault="001755B6" w:rsidP="0069454F">
            <w:pPr>
              <w:rPr>
                <w:b/>
              </w:rPr>
            </w:pPr>
            <w:r w:rsidRPr="00CA2F43">
              <w:rPr>
                <w:b/>
              </w:rPr>
              <w:t>Dokumentation</w:t>
            </w:r>
          </w:p>
          <w:p w14:paraId="64E0B110" w14:textId="23B08B21" w:rsidR="001755B6" w:rsidRPr="00CA2F43" w:rsidRDefault="001755B6" w:rsidP="0069454F">
            <w:r w:rsidRPr="00CA2F43">
              <w:t xml:space="preserve">Kurzer Abgleich in der Session: </w:t>
            </w:r>
          </w:p>
          <w:p w14:paraId="6D93CF80" w14:textId="2BB57954" w:rsidR="00E31144" w:rsidRPr="00707FD9" w:rsidRDefault="00E31144" w:rsidP="001755B6">
            <w:pPr>
              <w:pStyle w:val="Listenabsatz"/>
              <w:numPr>
                <w:ilvl w:val="0"/>
                <w:numId w:val="48"/>
              </w:numPr>
              <w:rPr>
                <w:i/>
              </w:rPr>
            </w:pPr>
            <w:r w:rsidRPr="00707FD9">
              <w:rPr>
                <w:i/>
              </w:rPr>
              <w:t xml:space="preserve">Wollen wir </w:t>
            </w:r>
            <w:r w:rsidR="00CA2F43" w:rsidRPr="00707FD9">
              <w:rPr>
                <w:i/>
              </w:rPr>
              <w:t>in einem nächsten isb-Sprint</w:t>
            </w:r>
            <w:r w:rsidRPr="00707FD9">
              <w:rPr>
                <w:i/>
              </w:rPr>
              <w:t xml:space="preserve"> daran </w:t>
            </w:r>
            <w:r w:rsidR="00CA2F43" w:rsidRPr="00707FD9">
              <w:rPr>
                <w:i/>
              </w:rPr>
              <w:t>weiter</w:t>
            </w:r>
            <w:r w:rsidRPr="00707FD9">
              <w:rPr>
                <w:i/>
              </w:rPr>
              <w:t>arbeiten?</w:t>
            </w:r>
          </w:p>
          <w:p w14:paraId="44E8678B" w14:textId="7FFB2581" w:rsidR="001755B6" w:rsidRPr="00707FD9" w:rsidRDefault="00E31144" w:rsidP="001755B6">
            <w:pPr>
              <w:pStyle w:val="Listenabsatz"/>
              <w:numPr>
                <w:ilvl w:val="0"/>
                <w:numId w:val="48"/>
              </w:numPr>
              <w:rPr>
                <w:i/>
              </w:rPr>
            </w:pPr>
            <w:r w:rsidRPr="00707FD9">
              <w:rPr>
                <w:i/>
              </w:rPr>
              <w:t>Was wollen wir präsentieren?</w:t>
            </w:r>
          </w:p>
          <w:p w14:paraId="187B52C8" w14:textId="6BFC6128" w:rsidR="001755B6" w:rsidRPr="00CA2F43" w:rsidRDefault="001755B6" w:rsidP="0069454F">
            <w:r w:rsidRPr="00CA2F43">
              <w:t>D</w:t>
            </w:r>
            <w:r w:rsidR="00667C2A" w:rsidRPr="00CA2F43">
              <w:t xml:space="preserve">ie Ergebnisse </w:t>
            </w:r>
            <w:r w:rsidRPr="00CA2F43">
              <w:t xml:space="preserve">sollen </w:t>
            </w:r>
            <w:r w:rsidR="00667C2A" w:rsidRPr="00CA2F43">
              <w:t xml:space="preserve">gut </w:t>
            </w:r>
            <w:r w:rsidRPr="00CA2F43">
              <w:t>zugänglich ausgestellt werden</w:t>
            </w:r>
            <w:r w:rsidR="00667C2A" w:rsidRPr="00CA2F43">
              <w:t>.</w:t>
            </w:r>
            <w:r w:rsidR="009C0F76" w:rsidRPr="00CA2F43">
              <w:t xml:space="preserve"> Die Gruppe für Nachfragen vermerkt sein.</w:t>
            </w:r>
          </w:p>
          <w:p w14:paraId="1CF7DB3F" w14:textId="0C1BF50F" w:rsidR="00667C2A" w:rsidRPr="00CA2F43" w:rsidRDefault="001755B6" w:rsidP="0069454F">
            <w:r w:rsidRPr="00CA2F43">
              <w:t xml:space="preserve">Alle kommen zurück ins Plenum. </w:t>
            </w:r>
          </w:p>
          <w:p w14:paraId="6BA2AF8A" w14:textId="77777777" w:rsidR="00667C2A" w:rsidRPr="00CA2F43" w:rsidRDefault="00667C2A" w:rsidP="0069454F">
            <w:pPr>
              <w:rPr>
                <w:b/>
              </w:rPr>
            </w:pPr>
          </w:p>
        </w:tc>
      </w:tr>
      <w:tr w:rsidR="00667C2A" w:rsidRPr="00CA2F43" w14:paraId="35FA4D77" w14:textId="77777777" w:rsidTr="0069454F">
        <w:trPr>
          <w:trHeight w:val="300"/>
        </w:trPr>
        <w:tc>
          <w:tcPr>
            <w:tcW w:w="298" w:type="pct"/>
            <w:shd w:val="clear" w:color="auto" w:fill="auto"/>
          </w:tcPr>
          <w:p w14:paraId="225AF18C" w14:textId="5A8C4BAC" w:rsidR="00667C2A" w:rsidRPr="00CA2F43" w:rsidRDefault="00667C2A" w:rsidP="0069454F">
            <w:pPr>
              <w:rPr>
                <w:b/>
                <w:lang w:bidi="ml"/>
              </w:rPr>
            </w:pPr>
            <w:r w:rsidRPr="00CA2F43">
              <w:rPr>
                <w:b/>
                <w:lang w:bidi="ml"/>
              </w:rPr>
              <w:t>5.</w:t>
            </w:r>
          </w:p>
        </w:tc>
        <w:tc>
          <w:tcPr>
            <w:tcW w:w="882" w:type="pct"/>
            <w:shd w:val="clear" w:color="auto" w:fill="auto"/>
          </w:tcPr>
          <w:p w14:paraId="15F149F3" w14:textId="77777777" w:rsidR="00667C2A" w:rsidRPr="00CA2F43" w:rsidRDefault="00667C2A" w:rsidP="0069454F">
            <w:pPr>
              <w:rPr>
                <w:b/>
                <w:u w:val="single"/>
                <w:lang w:bidi="ml"/>
              </w:rPr>
            </w:pPr>
            <w:r w:rsidRPr="00CA2F43">
              <w:rPr>
                <w:b/>
                <w:u w:val="single"/>
                <w:lang w:bidi="ml"/>
              </w:rPr>
              <w:t>30 min</w:t>
            </w:r>
          </w:p>
        </w:tc>
        <w:tc>
          <w:tcPr>
            <w:tcW w:w="3820" w:type="pct"/>
            <w:shd w:val="clear" w:color="auto" w:fill="auto"/>
          </w:tcPr>
          <w:p w14:paraId="64AEAAB2" w14:textId="5FFA34F0" w:rsidR="00667C2A" w:rsidRPr="00CA2F43" w:rsidRDefault="00766A32" w:rsidP="0069454F">
            <w:pPr>
              <w:pStyle w:val="Text"/>
              <w:rPr>
                <w:b/>
              </w:rPr>
            </w:pPr>
            <w:r w:rsidRPr="00CA2F43">
              <w:rPr>
                <w:b/>
              </w:rPr>
              <w:t xml:space="preserve">Session- </w:t>
            </w:r>
            <w:r w:rsidR="00E31144" w:rsidRPr="00CA2F43">
              <w:rPr>
                <w:b/>
              </w:rPr>
              <w:t>Austausch</w:t>
            </w:r>
          </w:p>
          <w:p w14:paraId="1BD74A14" w14:textId="7D83860C" w:rsidR="00667C2A" w:rsidRPr="00CA2F43" w:rsidRDefault="00667C2A" w:rsidP="0069454F">
            <w:r w:rsidRPr="00CA2F43">
              <w:t>Wir erzählen uns gegenseitig über unsere Erfahrungen in d</w:t>
            </w:r>
            <w:r w:rsidR="001755B6" w:rsidRPr="00CA2F43">
              <w:t>er Session-Arbeit</w:t>
            </w:r>
            <w:r w:rsidRPr="00CA2F43">
              <w:t>.</w:t>
            </w:r>
          </w:p>
          <w:p w14:paraId="3B270355" w14:textId="476180AD" w:rsidR="00700EA0" w:rsidRPr="00CA2F43" w:rsidRDefault="001755B6" w:rsidP="00700EA0">
            <w:pPr>
              <w:pStyle w:val="Listenabsatz"/>
              <w:numPr>
                <w:ilvl w:val="0"/>
                <w:numId w:val="46"/>
              </w:numPr>
              <w:rPr>
                <w:snapToGrid w:val="0"/>
              </w:rPr>
            </w:pPr>
            <w:r w:rsidRPr="00CA2F43">
              <w:rPr>
                <w:snapToGrid w:val="0"/>
              </w:rPr>
              <w:t xml:space="preserve">Die </w:t>
            </w:r>
            <w:r w:rsidR="00CA2F43" w:rsidRPr="00CA2F43">
              <w:rPr>
                <w:snapToGrid w:val="0"/>
              </w:rPr>
              <w:t xml:space="preserve">Headlines </w:t>
            </w:r>
            <w:r w:rsidRPr="00CA2F43">
              <w:rPr>
                <w:snapToGrid w:val="0"/>
              </w:rPr>
              <w:t xml:space="preserve">aus </w:t>
            </w:r>
            <w:r w:rsidR="00CA2F43">
              <w:rPr>
                <w:snapToGrid w:val="0"/>
              </w:rPr>
              <w:t>jeder</w:t>
            </w:r>
            <w:r w:rsidRPr="00CA2F43">
              <w:rPr>
                <w:snapToGrid w:val="0"/>
              </w:rPr>
              <w:t xml:space="preserve"> Untergruppe </w:t>
            </w:r>
            <w:r w:rsidR="00CA2F43">
              <w:rPr>
                <w:snapToGrid w:val="0"/>
              </w:rPr>
              <w:t>werden</w:t>
            </w:r>
            <w:r w:rsidRPr="00CA2F43">
              <w:rPr>
                <w:snapToGrid w:val="0"/>
              </w:rPr>
              <w:t xml:space="preserve"> </w:t>
            </w:r>
            <w:r w:rsidR="00700EA0" w:rsidRPr="00CA2F43">
              <w:rPr>
                <w:snapToGrid w:val="0"/>
              </w:rPr>
              <w:t>im Plenum</w:t>
            </w:r>
            <w:r w:rsidRPr="00CA2F43">
              <w:rPr>
                <w:snapToGrid w:val="0"/>
              </w:rPr>
              <w:t xml:space="preserve"> </w:t>
            </w:r>
            <w:r w:rsidR="008717B8" w:rsidRPr="00CA2F43">
              <w:rPr>
                <w:snapToGrid w:val="0"/>
              </w:rPr>
              <w:t>vorgestellt</w:t>
            </w:r>
            <w:r w:rsidR="00700EA0" w:rsidRPr="00CA2F43">
              <w:t xml:space="preserve"> (3 Min je Gruppe</w:t>
            </w:r>
            <w:r w:rsidRPr="00CA2F43">
              <w:t xml:space="preserve"> / der</w:t>
            </w:r>
            <w:r w:rsidRPr="000C0548">
              <w:rPr>
                <w:lang w:val="en-US"/>
              </w:rPr>
              <w:t xml:space="preserve"> Timer</w:t>
            </w:r>
            <w:r w:rsidRPr="00CA2F43">
              <w:t xml:space="preserve"> läuft</w:t>
            </w:r>
            <w:r w:rsidR="00700EA0" w:rsidRPr="00CA2F43">
              <w:t>)</w:t>
            </w:r>
            <w:r w:rsidRPr="00CA2F43">
              <w:t>.</w:t>
            </w:r>
          </w:p>
          <w:p w14:paraId="7F52A8DE" w14:textId="70EE6DC1" w:rsidR="000E3539" w:rsidRPr="00CA2F43" w:rsidRDefault="000E3539" w:rsidP="00CA2F43">
            <w:pPr>
              <w:pStyle w:val="Listenabsatz"/>
              <w:numPr>
                <w:ilvl w:val="0"/>
                <w:numId w:val="46"/>
              </w:numPr>
              <w:rPr>
                <w:snapToGrid w:val="0"/>
              </w:rPr>
            </w:pPr>
            <w:r w:rsidRPr="00CA2F43">
              <w:t>Danach kurzes Murmeln mit</w:t>
            </w:r>
            <w:r w:rsidR="009C0F76" w:rsidRPr="00CA2F43">
              <w:t xml:space="preserve"> den Sitznachbarn: </w:t>
            </w:r>
            <w:r w:rsidR="00CA2F43" w:rsidRPr="00CA2F43">
              <w:t>Was ist spannend? W</w:t>
            </w:r>
            <w:r w:rsidR="009C0F76" w:rsidRPr="00CA2F43">
              <w:t>as nehm</w:t>
            </w:r>
            <w:r w:rsidR="00CA2F43" w:rsidRPr="00CA2F43">
              <w:t>e</w:t>
            </w:r>
            <w:r w:rsidR="009C0F76" w:rsidRPr="00CA2F43">
              <w:t xml:space="preserve"> ich </w:t>
            </w:r>
            <w:r w:rsidR="00CA2F43" w:rsidRPr="00CA2F43">
              <w:t xml:space="preserve">für mich </w:t>
            </w:r>
            <w:r w:rsidR="009C0F76" w:rsidRPr="00CA2F43">
              <w:t>mit</w:t>
            </w:r>
            <w:r w:rsidR="00CA2F43" w:rsidRPr="00CA2F43">
              <w:t>?</w:t>
            </w:r>
            <w:r w:rsidR="009C0F76" w:rsidRPr="00CA2F43">
              <w:t xml:space="preserve"> </w:t>
            </w:r>
            <w:r w:rsidR="00CA2F43" w:rsidRPr="00CA2F43">
              <w:t>W</w:t>
            </w:r>
            <w:r w:rsidR="009C0F76" w:rsidRPr="00CA2F43">
              <w:t xml:space="preserve">o möchte ich </w:t>
            </w:r>
            <w:r w:rsidR="00CA2F43" w:rsidRPr="00CA2F43">
              <w:t>nachhaken?</w:t>
            </w:r>
          </w:p>
          <w:p w14:paraId="6D1411C3" w14:textId="62B3BBD4" w:rsidR="009C0F76" w:rsidRPr="00CA2F43" w:rsidRDefault="009C0F76" w:rsidP="009C0F76">
            <w:pPr>
              <w:rPr>
                <w:snapToGrid w:val="0"/>
              </w:rPr>
            </w:pPr>
          </w:p>
        </w:tc>
      </w:tr>
      <w:tr w:rsidR="00CA2F43" w:rsidRPr="00CA2F43" w14:paraId="775B974F" w14:textId="77777777" w:rsidTr="0069454F">
        <w:trPr>
          <w:trHeight w:val="300"/>
        </w:trPr>
        <w:tc>
          <w:tcPr>
            <w:tcW w:w="298" w:type="pct"/>
            <w:shd w:val="clear" w:color="auto" w:fill="auto"/>
          </w:tcPr>
          <w:p w14:paraId="57013A56" w14:textId="77777777" w:rsidR="00CA2F43" w:rsidRPr="00CA2F43" w:rsidRDefault="00CA2F43" w:rsidP="0069454F">
            <w:pPr>
              <w:rPr>
                <w:b/>
                <w:lang w:bidi="ml"/>
              </w:rPr>
            </w:pPr>
          </w:p>
        </w:tc>
        <w:tc>
          <w:tcPr>
            <w:tcW w:w="882" w:type="pct"/>
            <w:shd w:val="clear" w:color="auto" w:fill="auto"/>
          </w:tcPr>
          <w:p w14:paraId="6527E928" w14:textId="77777777" w:rsidR="00CA2F43" w:rsidRPr="00CA2F43" w:rsidRDefault="00CA2F43" w:rsidP="0069454F">
            <w:pPr>
              <w:rPr>
                <w:b/>
                <w:u w:val="single"/>
                <w:lang w:bidi="ml"/>
              </w:rPr>
            </w:pPr>
          </w:p>
        </w:tc>
        <w:tc>
          <w:tcPr>
            <w:tcW w:w="3820" w:type="pct"/>
            <w:shd w:val="clear" w:color="auto" w:fill="auto"/>
          </w:tcPr>
          <w:p w14:paraId="47287D4C" w14:textId="77777777" w:rsidR="00CA2F43" w:rsidRPr="00CA2F43" w:rsidRDefault="00CA2F43" w:rsidP="0069454F">
            <w:pPr>
              <w:pStyle w:val="Text"/>
              <w:rPr>
                <w:b/>
              </w:rPr>
            </w:pPr>
          </w:p>
        </w:tc>
      </w:tr>
    </w:tbl>
    <w:p w14:paraId="575A7932" w14:textId="77777777" w:rsidR="004E0910" w:rsidRPr="00CA2F43" w:rsidRDefault="008A39E8" w:rsidP="00D028ED">
      <w:pPr>
        <w:pStyle w:val="Text"/>
      </w:pPr>
      <w:r w:rsidRPr="00CA2F43">
        <w:rPr>
          <w:noProof/>
          <w:snapToGrid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 wp14:anchorId="44E869DA" wp14:editId="5B0997A2">
                <wp:simplePos x="0" y="0"/>
                <wp:positionH relativeFrom="column">
                  <wp:posOffset>360045</wp:posOffset>
                </wp:positionH>
                <wp:positionV relativeFrom="page">
                  <wp:posOffset>9872980</wp:posOffset>
                </wp:positionV>
                <wp:extent cx="6100445" cy="627380"/>
                <wp:effectExtent l="0" t="0" r="0" b="1270"/>
                <wp:wrapNone/>
                <wp:docPr id="5" name="Text Box 2" descr="Textfeld: Autor:&#10;Quelle: Institut für systemische Beratung&#10;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0445" cy="627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8D5A72" w14:textId="053C7F19" w:rsidR="00862AAB" w:rsidRPr="00E07179" w:rsidRDefault="00862AAB" w:rsidP="00862AAB">
                            <w:pPr>
                              <w:pStyle w:val="Unterschrift"/>
                              <w:rPr>
                                <w:snapToGrid w:val="0"/>
                              </w:rPr>
                            </w:pPr>
                            <w:r>
                              <w:rPr>
                                <w:lang w:bidi="ml"/>
                              </w:rPr>
                              <w:t>Autor:</w:t>
                            </w:r>
                            <w:r w:rsidRPr="00862AAB">
                              <w:t xml:space="preserve"> </w:t>
                            </w:r>
                            <w:r w:rsidR="007B7C64">
                              <w:t xml:space="preserve">Carsten Holtmann, </w:t>
                            </w:r>
                            <w:r w:rsidR="008A39E8">
                              <w:t>Amadeus Pachmann</w:t>
                            </w:r>
                          </w:p>
                          <w:p w14:paraId="0ED37A12" w14:textId="77777777" w:rsidR="00862AAB" w:rsidRPr="00D46D1E" w:rsidRDefault="00862AAB" w:rsidP="00B22B12">
                            <w:pPr>
                              <w:pStyle w:val="Unterschrift"/>
                              <w:rPr>
                                <w:lang w:bidi="ml"/>
                              </w:rPr>
                            </w:pPr>
                            <w:r>
                              <w:rPr>
                                <w:lang w:bidi="ml"/>
                              </w:rPr>
                              <w:t>Quelle: isb</w:t>
                            </w:r>
                            <w:r w:rsidRPr="00D46D1E">
                              <w:rPr>
                                <w:lang w:bidi="m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alt="Textfeld: Autor:&#10;Quelle: Institut für systemische Beratung&#10;" style="position:absolute;margin-left:28.35pt;margin-top:777.4pt;width:480.35pt;height:49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" filled="f" stroked="f">
                <v:textbox>
                  <w:txbxContent>
                    <w:p w14:paraId="098D5A72" w14:textId="053C7F19" w:rsidR="00862AAB" w:rsidRPr="00E07179" w:rsidRDefault="00862AAB" w:rsidP="00862AAB">
                      <w:pPr>
                        <w:pStyle w:val="Unterschrift"/>
                        <w:rPr>
                          <w:snapToGrid w:val="0"/>
                        </w:rPr>
                      </w:pPr>
                      <w:r>
                        <w:rPr>
                          <w:lang w:bidi="ml"/>
                        </w:rPr>
                        <w:t>Autor:</w:t>
                      </w:r>
                      <w:r w:rsidRPr="00862AAB">
                        <w:t xml:space="preserve"> </w:t>
                      </w:r>
                      <w:r w:rsidR="007B7C64">
                        <w:t xml:space="preserve">Carsten Holtmann, </w:t>
                      </w:r>
                      <w:r w:rsidR="008A39E8">
                        <w:t>Amadeus Pachmann</w:t>
                      </w:r>
                    </w:p>
                    <w:p w14:paraId="0ED37A12" w14:textId="77777777" w:rsidR="00862AAB" w:rsidRPr="00D46D1E" w:rsidRDefault="00862AAB" w:rsidP="00B22B12">
                      <w:pPr>
                        <w:pStyle w:val="Unterschrift"/>
                        <w:rPr>
                          <w:lang w:bidi="ml"/>
                        </w:rPr>
                      </w:pPr>
                      <w:r>
                        <w:rPr>
                          <w:lang w:bidi="ml"/>
                        </w:rPr>
                        <w:t>Quelle: isb</w:t>
                      </w:r>
                      <w:r w:rsidRPr="00D46D1E">
                        <w:rPr>
                          <w:lang w:bidi="ml"/>
                        </w:rPr>
                        <w:t xml:space="preserve"> 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sectPr w:rsidR="004E0910" w:rsidRPr="00CA2F43" w:rsidSect="00CA2F43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985" w:right="851" w:bottom="851" w:left="1134" w:header="454" w:footer="227" w:gutter="0"/>
      <w:cols w:space="720"/>
      <w:docGrid w:linePitch="299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865880E" w15:done="0"/>
  <w15:commentEx w15:paraId="376024AF" w15:done="0"/>
  <w15:commentEx w15:paraId="7E6C1773" w15:done="0"/>
  <w15:commentEx w15:paraId="13CC9ABB" w15:done="0"/>
  <w15:commentEx w15:paraId="2B58A677" w15:done="0"/>
  <w15:commentEx w15:paraId="02F6F55B" w15:done="0"/>
  <w15:commentEx w15:paraId="408BE0F3" w15:done="0"/>
  <w15:commentEx w15:paraId="2D99D82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865880E" w16cid:durableId="1F9CF166"/>
  <w16cid:commentId w16cid:paraId="376024AF" w16cid:durableId="1F9CEB1C"/>
  <w16cid:commentId w16cid:paraId="7E6C1773" w16cid:durableId="1F9CEF6F"/>
  <w16cid:commentId w16cid:paraId="13CC9ABB" w16cid:durableId="1F9CF040"/>
  <w16cid:commentId w16cid:paraId="2B58A677" w16cid:durableId="1F9CF201"/>
  <w16cid:commentId w16cid:paraId="02F6F55B" w16cid:durableId="1F9CF26F"/>
  <w16cid:commentId w16cid:paraId="408BE0F3" w16cid:durableId="1F9CF4F9"/>
  <w16cid:commentId w16cid:paraId="2D99D828" w16cid:durableId="1F9CF47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5ADBF7" w14:textId="77777777" w:rsidR="007076BD" w:rsidRDefault="007076BD">
      <w:r>
        <w:separator/>
      </w:r>
    </w:p>
  </w:endnote>
  <w:endnote w:type="continuationSeparator" w:id="0">
    <w:p w14:paraId="1620CB9D" w14:textId="77777777" w:rsidR="007076BD" w:rsidRDefault="00707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kkuratStd Light">
    <w:altName w:val="Calibri"/>
    <w:panose1 w:val="020B0404020101020102"/>
    <w:charset w:val="00"/>
    <w:family w:val="swiss"/>
    <w:notTrueType/>
    <w:pitch w:val="variable"/>
    <w:sig w:usb0="800000AF" w:usb1="4000216A" w:usb2="00000000" w:usb3="00000000" w:csb0="00000001" w:csb1="00000000"/>
  </w:font>
  <w:font w:name="AkkuratStd">
    <w:altName w:val="Calibri"/>
    <w:panose1 w:val="020B0504020101020102"/>
    <w:charset w:val="00"/>
    <w:family w:val="swiss"/>
    <w:notTrueType/>
    <w:pitch w:val="variable"/>
    <w:sig w:usb0="800000AF" w:usb1="4000216A" w:usb2="00000000" w:usb3="00000000" w:csb0="00000001" w:csb1="00000000"/>
  </w:font>
  <w:font w:name="Akkurat">
    <w:altName w:val="Cambria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DFACB7" w14:textId="77777777" w:rsidR="00862AAB" w:rsidRDefault="00862AAB" w:rsidP="00FB0D76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67F1D0B4" w14:textId="77777777" w:rsidR="00862AAB" w:rsidRDefault="00862AAB" w:rsidP="00DA5966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1A1444" w14:textId="650AEBF4" w:rsidR="00862AAB" w:rsidRPr="00DA5966" w:rsidRDefault="00862AAB" w:rsidP="00FB0D76">
    <w:pPr>
      <w:pStyle w:val="Fuzeile"/>
      <w:framePr w:wrap="around" w:vAnchor="page" w:hAnchor="page" w:x="10774" w:y="16161"/>
      <w:rPr>
        <w:rStyle w:val="Seitenzahl"/>
        <w:sz w:val="20"/>
      </w:rPr>
    </w:pPr>
    <w:r w:rsidRPr="00DA5966">
      <w:rPr>
        <w:rStyle w:val="Seitenzahl"/>
        <w:sz w:val="20"/>
      </w:rPr>
      <w:fldChar w:fldCharType="begin"/>
    </w:r>
    <w:r>
      <w:rPr>
        <w:rStyle w:val="Seitenzahl"/>
        <w:sz w:val="20"/>
      </w:rPr>
      <w:instrText>PAGE</w:instrText>
    </w:r>
    <w:r w:rsidRPr="00DA5966">
      <w:rPr>
        <w:rStyle w:val="Seitenzahl"/>
        <w:sz w:val="20"/>
      </w:rPr>
      <w:instrText xml:space="preserve">  </w:instrText>
    </w:r>
    <w:r w:rsidRPr="00DA5966">
      <w:rPr>
        <w:rStyle w:val="Seitenzahl"/>
        <w:sz w:val="20"/>
      </w:rPr>
      <w:fldChar w:fldCharType="separate"/>
    </w:r>
    <w:r w:rsidR="000C0548">
      <w:rPr>
        <w:rStyle w:val="Seitenzahl"/>
        <w:noProof/>
        <w:sz w:val="20"/>
      </w:rPr>
      <w:t>1</w:t>
    </w:r>
    <w:r w:rsidRPr="00DA5966">
      <w:rPr>
        <w:rStyle w:val="Seitenzahl"/>
        <w:sz w:val="20"/>
      </w:rPr>
      <w:fldChar w:fldCharType="end"/>
    </w:r>
    <w:r w:rsidR="00CA2F43">
      <w:rPr>
        <w:rStyle w:val="Seitenzahl"/>
        <w:sz w:val="20"/>
      </w:rPr>
      <w:t>/2</w:t>
    </w:r>
  </w:p>
  <w:p w14:paraId="38883E22" w14:textId="77777777" w:rsidR="00862AAB" w:rsidRPr="00DA5966" w:rsidRDefault="008A39E8" w:rsidP="00DA5966">
    <w:pPr>
      <w:pStyle w:val="Fuzeile"/>
      <w:ind w:right="360"/>
      <w:jc w:val="center"/>
      <w:rPr>
        <w:rFonts w:ascii="Century Gothic" w:hAnsi="Century Gothic"/>
        <w:color w:val="000000"/>
        <w:sz w:val="18"/>
      </w:rPr>
    </w:pPr>
    <w:r>
      <w:rPr>
        <w:rFonts w:ascii="Century Gothic" w:hAnsi="Century Gothic"/>
        <w:noProof/>
        <w:color w:val="000000"/>
        <w:sz w:val="18"/>
      </w:rPr>
      <w:drawing>
        <wp:inline distT="0" distB="0" distL="0" distR="0" wp14:anchorId="45804A6F" wp14:editId="65B44E80">
          <wp:extent cx="1619250" cy="276225"/>
          <wp:effectExtent l="0" t="0" r="0" b="0"/>
          <wp:docPr id="1" name="Bild 1" descr="isb_Footer_Tei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sb_Footer_Tei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7E1D5F" w14:textId="684740B1" w:rsidR="00862AAB" w:rsidRDefault="008A39E8" w:rsidP="004E0910">
    <w:pPr>
      <w:pStyle w:val="Fuzeile"/>
      <w:jc w:val="center"/>
    </w:pPr>
    <w:r>
      <w:rPr>
        <w:rFonts w:ascii="Century Gothic" w:hAnsi="Century Gothic"/>
        <w:noProof/>
        <w:color w:val="000000"/>
        <w:sz w:val="18"/>
      </w:rPr>
      <w:drawing>
        <wp:inline distT="0" distB="0" distL="0" distR="0" wp14:anchorId="1F94680B" wp14:editId="1B6840DF">
          <wp:extent cx="1619250" cy="276225"/>
          <wp:effectExtent l="0" t="0" r="0" b="0"/>
          <wp:docPr id="3" name="Bild 3" descr="isb_Footer_Tei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sb_Footer_Tei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717B8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26F6AA" w14:textId="77777777" w:rsidR="007076BD" w:rsidRDefault="007076BD">
      <w:r>
        <w:separator/>
      </w:r>
    </w:p>
  </w:footnote>
  <w:footnote w:type="continuationSeparator" w:id="0">
    <w:p w14:paraId="5963FC9F" w14:textId="77777777" w:rsidR="007076BD" w:rsidRDefault="007076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62FFE3" w14:textId="37AE5170" w:rsidR="00862AAB" w:rsidRDefault="00CA2F43">
    <w:pPr>
      <w:pStyle w:val="Kopfzeile"/>
      <w:jc w:val="right"/>
    </w:pPr>
    <w:r>
      <w:rPr>
        <w:noProof/>
      </w:rPr>
      <w:drawing>
        <wp:inline distT="0" distB="0" distL="0" distR="0" wp14:anchorId="3576FAEC" wp14:editId="30850348">
          <wp:extent cx="1981200" cy="733425"/>
          <wp:effectExtent l="0" t="0" r="0" b="0"/>
          <wp:docPr id="6" name="Bild 2" descr="isb_LogoTei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sb_LogoTei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A39E8">
      <w:rPr>
        <w:rFonts w:ascii="Century Gothic" w:hAnsi="Century Gothic"/>
        <w:noProof/>
        <w:color w:val="000000"/>
        <w:sz w:val="28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5F7295A6" wp14:editId="49E3DC1E">
              <wp:simplePos x="0" y="0"/>
              <wp:positionH relativeFrom="column">
                <wp:posOffset>-1174115</wp:posOffset>
              </wp:positionH>
              <wp:positionV relativeFrom="paragraph">
                <wp:posOffset>192405</wp:posOffset>
              </wp:positionV>
              <wp:extent cx="91440" cy="0"/>
              <wp:effectExtent l="0" t="0" r="0" b="0"/>
              <wp:wrapNone/>
              <wp:docPr id="4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914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2A75DB2" id="Line 7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2.45pt,15.15pt" to="-85.25pt,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" o:allowincell="f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4F40F4" w14:textId="77777777" w:rsidR="00862AAB" w:rsidRDefault="008A39E8" w:rsidP="004E0910">
    <w:pPr>
      <w:pStyle w:val="Kopfzeile"/>
      <w:jc w:val="right"/>
    </w:pPr>
    <w:r>
      <w:rPr>
        <w:noProof/>
      </w:rPr>
      <w:drawing>
        <wp:inline distT="0" distB="0" distL="0" distR="0" wp14:anchorId="51347DF5" wp14:editId="65D10AB3">
          <wp:extent cx="1981200" cy="733425"/>
          <wp:effectExtent l="0" t="0" r="0" b="0"/>
          <wp:docPr id="2" name="Bild 2" descr="isb_LogoTei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sb_LogoTei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7C48E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55F3EF3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063256C5"/>
    <w:multiLevelType w:val="hybridMultilevel"/>
    <w:tmpl w:val="D654017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12795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BD05C4E"/>
    <w:multiLevelType w:val="hybridMultilevel"/>
    <w:tmpl w:val="A7F27CD8"/>
    <w:lvl w:ilvl="0" w:tplc="04070007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EC00DBA"/>
    <w:multiLevelType w:val="hybridMultilevel"/>
    <w:tmpl w:val="8100464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35A0979"/>
    <w:multiLevelType w:val="multilevel"/>
    <w:tmpl w:val="404AA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13AA0239"/>
    <w:multiLevelType w:val="hybridMultilevel"/>
    <w:tmpl w:val="EB12A1A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7316922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1B6F339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1F5D6C23"/>
    <w:multiLevelType w:val="hybridMultilevel"/>
    <w:tmpl w:val="7368BF0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36B67E0"/>
    <w:multiLevelType w:val="hybridMultilevel"/>
    <w:tmpl w:val="A9EE845C"/>
    <w:lvl w:ilvl="0" w:tplc="FEB2BE2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3D25E5"/>
    <w:multiLevelType w:val="hybridMultilevel"/>
    <w:tmpl w:val="038ED07E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6F37D9A"/>
    <w:multiLevelType w:val="singleLevel"/>
    <w:tmpl w:val="D496FE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28C11E29"/>
    <w:multiLevelType w:val="hybridMultilevel"/>
    <w:tmpl w:val="9B5A4A0A"/>
    <w:lvl w:ilvl="0" w:tplc="34609D98">
      <w:start w:val="1"/>
      <w:numFmt w:val="decimal"/>
      <w:pStyle w:val="berschrift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BBC08DF"/>
    <w:multiLevelType w:val="hybridMultilevel"/>
    <w:tmpl w:val="1C125DB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3F74036"/>
    <w:multiLevelType w:val="hybridMultilevel"/>
    <w:tmpl w:val="193462EA"/>
    <w:lvl w:ilvl="0" w:tplc="53487EAC">
      <w:numFmt w:val="bullet"/>
      <w:lvlText w:val="-"/>
      <w:lvlJc w:val="left"/>
      <w:pPr>
        <w:ind w:left="720" w:hanging="360"/>
      </w:pPr>
      <w:rPr>
        <w:rFonts w:ascii="AkkuratStd Light" w:eastAsia="Times New Roman" w:hAnsi="AkkuratStd Light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D21A24"/>
    <w:multiLevelType w:val="singleLevel"/>
    <w:tmpl w:val="D496FE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383501ED"/>
    <w:multiLevelType w:val="hybridMultilevel"/>
    <w:tmpl w:val="39F6FB5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4370CF"/>
    <w:multiLevelType w:val="singleLevel"/>
    <w:tmpl w:val="D496FE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3A6F65ED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3AEC29DB"/>
    <w:multiLevelType w:val="hybridMultilevel"/>
    <w:tmpl w:val="E6026A7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FA132FF"/>
    <w:multiLevelType w:val="singleLevel"/>
    <w:tmpl w:val="67A0C89E"/>
    <w:lvl w:ilvl="0">
      <w:start w:val="1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400C4706"/>
    <w:multiLevelType w:val="singleLevel"/>
    <w:tmpl w:val="67A0C89E"/>
    <w:lvl w:ilvl="0">
      <w:start w:val="1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467E1CEA"/>
    <w:multiLevelType w:val="hybridMultilevel"/>
    <w:tmpl w:val="043A6746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97B351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4EF966C2"/>
    <w:multiLevelType w:val="singleLevel"/>
    <w:tmpl w:val="67A0C89E"/>
    <w:lvl w:ilvl="0">
      <w:start w:val="1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4F1F1375"/>
    <w:multiLevelType w:val="hybridMultilevel"/>
    <w:tmpl w:val="9364D934"/>
    <w:lvl w:ilvl="0" w:tplc="42A2B9A0">
      <w:start w:val="1"/>
      <w:numFmt w:val="bullet"/>
      <w:pStyle w:val="Aufzhlungszeichen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24B5900"/>
    <w:multiLevelType w:val="hybridMultilevel"/>
    <w:tmpl w:val="1E9A72AA"/>
    <w:lvl w:ilvl="0" w:tplc="6F56D81E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927CE9"/>
    <w:multiLevelType w:val="singleLevel"/>
    <w:tmpl w:val="D496FE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57B04223"/>
    <w:multiLevelType w:val="singleLevel"/>
    <w:tmpl w:val="D496FE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5DD62453"/>
    <w:multiLevelType w:val="hybridMultilevel"/>
    <w:tmpl w:val="D1B49F2E"/>
    <w:lvl w:ilvl="0" w:tplc="AFBA1A8C">
      <w:numFmt w:val="bullet"/>
      <w:lvlText w:val="-"/>
      <w:lvlJc w:val="left"/>
      <w:pPr>
        <w:ind w:left="720" w:hanging="360"/>
      </w:pPr>
      <w:rPr>
        <w:rFonts w:ascii="AkkuratStd Light" w:eastAsia="Times New Roman" w:hAnsi="AkkuratStd Light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2E4043D"/>
    <w:multiLevelType w:val="multilevel"/>
    <w:tmpl w:val="A7F27CD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483539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6934422C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>
    <w:nsid w:val="6959368A"/>
    <w:multiLevelType w:val="hybridMultilevel"/>
    <w:tmpl w:val="2ADA677C"/>
    <w:lvl w:ilvl="0" w:tplc="0407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7">
    <w:nsid w:val="6A185AD8"/>
    <w:multiLevelType w:val="singleLevel"/>
    <w:tmpl w:val="67A0C89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6B4E67C3"/>
    <w:multiLevelType w:val="hybridMultilevel"/>
    <w:tmpl w:val="C8724492"/>
    <w:lvl w:ilvl="0" w:tplc="9B8CBCE0">
      <w:start w:val="1"/>
      <w:numFmt w:val="decimal"/>
      <w:pStyle w:val="berschrift4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D8557F6"/>
    <w:multiLevelType w:val="singleLevel"/>
    <w:tmpl w:val="67A0C89E"/>
    <w:lvl w:ilvl="0">
      <w:start w:val="1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765569CE"/>
    <w:multiLevelType w:val="hybridMultilevel"/>
    <w:tmpl w:val="869EED4E"/>
    <w:lvl w:ilvl="0" w:tplc="CC881866">
      <w:start w:val="1"/>
      <w:numFmt w:val="bullet"/>
      <w:pStyle w:val="Aufzhlung2"/>
      <w:lvlText w:val=""/>
      <w:lvlJc w:val="left"/>
      <w:pPr>
        <w:tabs>
          <w:tab w:val="num" w:pos="1701"/>
        </w:tabs>
        <w:ind w:left="1701" w:hanging="283"/>
      </w:pPr>
      <w:rPr>
        <w:rFonts w:ascii="Wingdings" w:hAnsi="Wingdings" w:hint="default"/>
        <w:sz w:val="10"/>
        <w:szCs w:val="1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8815218"/>
    <w:multiLevelType w:val="hybridMultilevel"/>
    <w:tmpl w:val="CB5E8F0C"/>
    <w:lvl w:ilvl="0" w:tplc="84565B52">
      <w:numFmt w:val="bullet"/>
      <w:lvlText w:val="-"/>
      <w:lvlJc w:val="left"/>
      <w:pPr>
        <w:ind w:left="720" w:hanging="360"/>
      </w:pPr>
      <w:rPr>
        <w:rFonts w:ascii="AkkuratStd Light" w:eastAsia="Times New Roman" w:hAnsi="AkkuratStd Light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ADF1201"/>
    <w:multiLevelType w:val="singleLevel"/>
    <w:tmpl w:val="D496FE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>
    <w:nsid w:val="7F39011D"/>
    <w:multiLevelType w:val="hybridMultilevel"/>
    <w:tmpl w:val="A274CA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6"/>
  </w:num>
  <w:num w:numId="5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34"/>
  </w:num>
  <w:num w:numId="7">
    <w:abstractNumId w:val="4"/>
  </w:num>
  <w:num w:numId="8">
    <w:abstractNumId w:val="42"/>
  </w:num>
  <w:num w:numId="9">
    <w:abstractNumId w:val="18"/>
  </w:num>
  <w:num w:numId="10">
    <w:abstractNumId w:val="20"/>
  </w:num>
  <w:num w:numId="11">
    <w:abstractNumId w:val="14"/>
  </w:num>
  <w:num w:numId="12">
    <w:abstractNumId w:val="31"/>
  </w:num>
  <w:num w:numId="13">
    <w:abstractNumId w:val="30"/>
  </w:num>
  <w:num w:numId="14">
    <w:abstractNumId w:val="0"/>
  </w:num>
  <w:num w:numId="15">
    <w:abstractNumId w:val="23"/>
  </w:num>
  <w:num w:numId="16">
    <w:abstractNumId w:val="10"/>
  </w:num>
  <w:num w:numId="17">
    <w:abstractNumId w:val="37"/>
  </w:num>
  <w:num w:numId="18">
    <w:abstractNumId w:val="27"/>
  </w:num>
  <w:num w:numId="19">
    <w:abstractNumId w:val="39"/>
  </w:num>
  <w:num w:numId="20">
    <w:abstractNumId w:val="24"/>
  </w:num>
  <w:num w:numId="21">
    <w:abstractNumId w:val="13"/>
  </w:num>
  <w:num w:numId="22">
    <w:abstractNumId w:val="6"/>
  </w:num>
  <w:num w:numId="23">
    <w:abstractNumId w:val="19"/>
  </w:num>
  <w:num w:numId="24">
    <w:abstractNumId w:val="40"/>
  </w:num>
  <w:num w:numId="25">
    <w:abstractNumId w:val="5"/>
  </w:num>
  <w:num w:numId="26">
    <w:abstractNumId w:val="33"/>
  </w:num>
  <w:num w:numId="27">
    <w:abstractNumId w:val="25"/>
  </w:num>
  <w:num w:numId="28">
    <w:abstractNumId w:val="16"/>
  </w:num>
  <w:num w:numId="29">
    <w:abstractNumId w:val="8"/>
  </w:num>
  <w:num w:numId="30">
    <w:abstractNumId w:val="3"/>
  </w:num>
  <w:num w:numId="31">
    <w:abstractNumId w:val="36"/>
  </w:num>
  <w:num w:numId="32">
    <w:abstractNumId w:val="22"/>
  </w:num>
  <w:num w:numId="33">
    <w:abstractNumId w:val="11"/>
  </w:num>
  <w:num w:numId="34">
    <w:abstractNumId w:val="28"/>
  </w:num>
  <w:num w:numId="35">
    <w:abstractNumId w:val="40"/>
  </w:num>
  <w:num w:numId="36">
    <w:abstractNumId w:val="15"/>
  </w:num>
  <w:num w:numId="37">
    <w:abstractNumId w:val="38"/>
  </w:num>
  <w:num w:numId="38">
    <w:abstractNumId w:val="2"/>
  </w:num>
  <w:num w:numId="39">
    <w:abstractNumId w:val="21"/>
  </w:num>
  <w:num w:numId="40">
    <w:abstractNumId w:val="9"/>
  </w:num>
  <w:num w:numId="41">
    <w:abstractNumId w:val="35"/>
  </w:num>
  <w:num w:numId="42">
    <w:abstractNumId w:val="32"/>
  </w:num>
  <w:num w:numId="43">
    <w:abstractNumId w:val="41"/>
  </w:num>
  <w:num w:numId="44">
    <w:abstractNumId w:val="17"/>
  </w:num>
  <w:num w:numId="45">
    <w:abstractNumId w:val="7"/>
  </w:num>
  <w:num w:numId="46">
    <w:abstractNumId w:val="12"/>
  </w:num>
  <w:num w:numId="47">
    <w:abstractNumId w:val="43"/>
  </w:num>
  <w:num w:numId="48">
    <w:abstractNumId w:val="2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Carsten Holtmann">
    <w15:presenceInfo w15:providerId="Windows Live" w15:userId="6af688e83412a04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F96"/>
    <w:rsid w:val="00001AF6"/>
    <w:rsid w:val="000C0548"/>
    <w:rsid w:val="000C6AF2"/>
    <w:rsid w:val="000D3F96"/>
    <w:rsid w:val="000E3539"/>
    <w:rsid w:val="000F5BBE"/>
    <w:rsid w:val="001517B6"/>
    <w:rsid w:val="001755B6"/>
    <w:rsid w:val="001B6245"/>
    <w:rsid w:val="001C7BCD"/>
    <w:rsid w:val="00200A8E"/>
    <w:rsid w:val="00231FE9"/>
    <w:rsid w:val="00251399"/>
    <w:rsid w:val="002B1D1A"/>
    <w:rsid w:val="002B54F2"/>
    <w:rsid w:val="002E1E5C"/>
    <w:rsid w:val="00301D0E"/>
    <w:rsid w:val="003107A4"/>
    <w:rsid w:val="00323411"/>
    <w:rsid w:val="003C0927"/>
    <w:rsid w:val="00421B99"/>
    <w:rsid w:val="00462D55"/>
    <w:rsid w:val="00495713"/>
    <w:rsid w:val="004E0910"/>
    <w:rsid w:val="00553D59"/>
    <w:rsid w:val="00565644"/>
    <w:rsid w:val="00581E33"/>
    <w:rsid w:val="00591466"/>
    <w:rsid w:val="005C3D10"/>
    <w:rsid w:val="005E0D4A"/>
    <w:rsid w:val="005E7C7E"/>
    <w:rsid w:val="005F406F"/>
    <w:rsid w:val="0063753C"/>
    <w:rsid w:val="00650253"/>
    <w:rsid w:val="00667C2A"/>
    <w:rsid w:val="00684E8F"/>
    <w:rsid w:val="006A405F"/>
    <w:rsid w:val="006E17D6"/>
    <w:rsid w:val="006E19FA"/>
    <w:rsid w:val="007000F8"/>
    <w:rsid w:val="00700EA0"/>
    <w:rsid w:val="007076BD"/>
    <w:rsid w:val="00707FD9"/>
    <w:rsid w:val="007412CC"/>
    <w:rsid w:val="00766A32"/>
    <w:rsid w:val="007A3EBC"/>
    <w:rsid w:val="007B7C64"/>
    <w:rsid w:val="007D4538"/>
    <w:rsid w:val="0086153B"/>
    <w:rsid w:val="00862AAB"/>
    <w:rsid w:val="00864CBE"/>
    <w:rsid w:val="008717B8"/>
    <w:rsid w:val="00895B3B"/>
    <w:rsid w:val="008A39E8"/>
    <w:rsid w:val="008B08ED"/>
    <w:rsid w:val="00944C11"/>
    <w:rsid w:val="0095592C"/>
    <w:rsid w:val="00994235"/>
    <w:rsid w:val="009C0F76"/>
    <w:rsid w:val="00A047F5"/>
    <w:rsid w:val="00A12D2C"/>
    <w:rsid w:val="00A71F66"/>
    <w:rsid w:val="00AE40DE"/>
    <w:rsid w:val="00B22B12"/>
    <w:rsid w:val="00B36AAF"/>
    <w:rsid w:val="00B711FB"/>
    <w:rsid w:val="00B839CA"/>
    <w:rsid w:val="00C13A5D"/>
    <w:rsid w:val="00C32E24"/>
    <w:rsid w:val="00C33B4B"/>
    <w:rsid w:val="00C468CA"/>
    <w:rsid w:val="00C575CA"/>
    <w:rsid w:val="00C70268"/>
    <w:rsid w:val="00C7775F"/>
    <w:rsid w:val="00C834B4"/>
    <w:rsid w:val="00C84A5C"/>
    <w:rsid w:val="00CA2F43"/>
    <w:rsid w:val="00CB1CC8"/>
    <w:rsid w:val="00CD15B1"/>
    <w:rsid w:val="00D028ED"/>
    <w:rsid w:val="00D45059"/>
    <w:rsid w:val="00D46D1E"/>
    <w:rsid w:val="00D63359"/>
    <w:rsid w:val="00D92799"/>
    <w:rsid w:val="00DA0256"/>
    <w:rsid w:val="00DA5143"/>
    <w:rsid w:val="00DA5966"/>
    <w:rsid w:val="00DA63EC"/>
    <w:rsid w:val="00DB224B"/>
    <w:rsid w:val="00DB542B"/>
    <w:rsid w:val="00DC1F6B"/>
    <w:rsid w:val="00DD192E"/>
    <w:rsid w:val="00DE1F01"/>
    <w:rsid w:val="00E014B4"/>
    <w:rsid w:val="00E07179"/>
    <w:rsid w:val="00E31144"/>
    <w:rsid w:val="00E3371C"/>
    <w:rsid w:val="00E3446B"/>
    <w:rsid w:val="00EA7CEE"/>
    <w:rsid w:val="00EB145D"/>
    <w:rsid w:val="00EB64AC"/>
    <w:rsid w:val="00EC5C5A"/>
    <w:rsid w:val="00ED487C"/>
    <w:rsid w:val="00ED5F7B"/>
    <w:rsid w:val="00EE71E2"/>
    <w:rsid w:val="00F437B5"/>
    <w:rsid w:val="00F44747"/>
    <w:rsid w:val="00F95B8A"/>
    <w:rsid w:val="00FA5CF6"/>
    <w:rsid w:val="00FB0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7041D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E1E5C"/>
    <w:pPr>
      <w:spacing w:after="60"/>
    </w:pPr>
    <w:rPr>
      <w:rFonts w:ascii="AkkuratStd Light" w:hAnsi="AkkuratStd Light"/>
      <w:sz w:val="22"/>
      <w:szCs w:val="24"/>
    </w:rPr>
  </w:style>
  <w:style w:type="paragraph" w:styleId="berschrift1">
    <w:name w:val="heading 1"/>
    <w:basedOn w:val="Standard"/>
    <w:next w:val="Standard"/>
    <w:qFormat/>
    <w:rsid w:val="00581E33"/>
    <w:pPr>
      <w:keepNext/>
      <w:spacing w:before="120"/>
      <w:jc w:val="center"/>
      <w:outlineLvl w:val="0"/>
    </w:pPr>
    <w:rPr>
      <w:rFonts w:ascii="AkkuratStd" w:hAnsi="AkkuratStd"/>
      <w:b/>
      <w:sz w:val="24"/>
      <w:szCs w:val="20"/>
    </w:rPr>
  </w:style>
  <w:style w:type="paragraph" w:styleId="berschrift2">
    <w:name w:val="heading 2"/>
    <w:basedOn w:val="Standard"/>
    <w:next w:val="Standard"/>
    <w:autoRedefine/>
    <w:qFormat/>
    <w:rsid w:val="00581E33"/>
    <w:pPr>
      <w:keepNext/>
      <w:jc w:val="center"/>
      <w:outlineLvl w:val="1"/>
    </w:pPr>
    <w:rPr>
      <w:rFonts w:ascii="AkkuratStd" w:hAnsi="AkkuratStd"/>
      <w:sz w:val="24"/>
      <w:szCs w:val="20"/>
    </w:rPr>
  </w:style>
  <w:style w:type="paragraph" w:styleId="berschrift3">
    <w:name w:val="heading 3"/>
    <w:basedOn w:val="Standard"/>
    <w:next w:val="Standard"/>
    <w:autoRedefine/>
    <w:qFormat/>
    <w:rsid w:val="00581E33"/>
    <w:pPr>
      <w:keepNext/>
      <w:numPr>
        <w:numId w:val="36"/>
      </w:numPr>
      <w:ind w:left="0" w:firstLine="0"/>
      <w:outlineLvl w:val="2"/>
    </w:pPr>
    <w:rPr>
      <w:rFonts w:ascii="AkkuratStd" w:hAnsi="AkkuratStd"/>
      <w:b/>
      <w:szCs w:val="20"/>
      <w:u w:val="single"/>
    </w:rPr>
  </w:style>
  <w:style w:type="paragraph" w:styleId="berschrift4">
    <w:name w:val="heading 4"/>
    <w:basedOn w:val="Standard"/>
    <w:next w:val="Standard"/>
    <w:autoRedefine/>
    <w:qFormat/>
    <w:rsid w:val="00581E33"/>
    <w:pPr>
      <w:keepNext/>
      <w:numPr>
        <w:numId w:val="37"/>
      </w:numPr>
      <w:ind w:left="0" w:firstLine="0"/>
      <w:outlineLvl w:val="3"/>
    </w:pPr>
    <w:rPr>
      <w:rFonts w:ascii="AkkuratStd" w:hAnsi="AkkuratStd"/>
      <w:b/>
      <w:szCs w:val="20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  <w:sz w:val="28"/>
    </w:rPr>
  </w:style>
  <w:style w:type="paragraph" w:styleId="berschrift6">
    <w:name w:val="heading 6"/>
    <w:basedOn w:val="Standard"/>
    <w:next w:val="Standard"/>
    <w:qFormat/>
    <w:pPr>
      <w:keepNext/>
      <w:spacing w:before="120"/>
      <w:outlineLvl w:val="5"/>
    </w:pPr>
    <w:rPr>
      <w:b/>
    </w:rPr>
  </w:style>
  <w:style w:type="paragraph" w:styleId="berschrift7">
    <w:name w:val="heading 7"/>
    <w:basedOn w:val="Standard"/>
    <w:next w:val="Standard"/>
    <w:qFormat/>
    <w:pPr>
      <w:keepNext/>
      <w:jc w:val="center"/>
      <w:outlineLvl w:val="6"/>
    </w:pPr>
    <w:rPr>
      <w:b/>
      <w:i/>
      <w:sz w:val="32"/>
    </w:rPr>
  </w:style>
  <w:style w:type="paragraph" w:styleId="berschrift9">
    <w:name w:val="heading 9"/>
    <w:basedOn w:val="Standard"/>
    <w:next w:val="Standard"/>
    <w:qFormat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2" w:color="auto" w:fill="FFFFFF"/>
      <w:jc w:val="center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  <w:outlineLvl w:val="0"/>
    </w:pPr>
    <w:rPr>
      <w:b/>
      <w:sz w:val="28"/>
    </w:rPr>
  </w:style>
  <w:style w:type="paragraph" w:styleId="Untertitel">
    <w:name w:val="Subtitle"/>
    <w:basedOn w:val="Standard"/>
    <w:next w:val="Standard"/>
    <w:autoRedefine/>
    <w:qFormat/>
    <w:rsid w:val="00251399"/>
    <w:pPr>
      <w:jc w:val="center"/>
    </w:pPr>
    <w:rPr>
      <w:rFonts w:ascii="Akkurat" w:hAnsi="Akkurat"/>
      <w:b/>
      <w:sz w:val="18"/>
    </w:rPr>
  </w:style>
  <w:style w:type="paragraph" w:styleId="Unterschrift">
    <w:name w:val="Signature"/>
    <w:basedOn w:val="Standard"/>
    <w:next w:val="Standard"/>
    <w:autoRedefine/>
    <w:rsid w:val="00B22B12"/>
    <w:pPr>
      <w:spacing w:after="0"/>
      <w:jc w:val="right"/>
    </w:pPr>
    <w:rPr>
      <w:sz w:val="20"/>
    </w:rPr>
  </w:style>
  <w:style w:type="paragraph" w:styleId="Aufzhlungszeichen">
    <w:name w:val="List Bullet"/>
    <w:basedOn w:val="Standard"/>
    <w:autoRedefine/>
    <w:rsid w:val="002E1E5C"/>
    <w:pPr>
      <w:numPr>
        <w:numId w:val="34"/>
      </w:numPr>
    </w:pPr>
    <w:rPr>
      <w:szCs w:val="20"/>
    </w:rPr>
  </w:style>
  <w:style w:type="paragraph" w:styleId="Dokumentstruktur">
    <w:name w:val="Document Map"/>
    <w:basedOn w:val="Standard"/>
    <w:semiHidden/>
    <w:pPr>
      <w:shd w:val="clear" w:color="auto" w:fill="000080"/>
      <w:spacing w:before="120"/>
    </w:pPr>
    <w:rPr>
      <w:rFonts w:ascii="Tahoma" w:hAnsi="Tahoma"/>
      <w:sz w:val="24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before="120"/>
    </w:pPr>
    <w:rPr>
      <w:sz w:val="24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before="120"/>
    </w:pPr>
    <w:rPr>
      <w:sz w:val="24"/>
    </w:rPr>
  </w:style>
  <w:style w:type="character" w:styleId="Hyperlink">
    <w:name w:val="Hyperlink"/>
    <w:rPr>
      <w:color w:val="0000FF"/>
      <w:u w:val="single"/>
    </w:rPr>
  </w:style>
  <w:style w:type="paragraph" w:styleId="Textkrper">
    <w:name w:val="Body Text"/>
    <w:basedOn w:val="Standard"/>
    <w:rPr>
      <w:sz w:val="16"/>
    </w:rPr>
  </w:style>
  <w:style w:type="paragraph" w:styleId="Textkrper2">
    <w:name w:val="Body Text 2"/>
    <w:basedOn w:val="Standard"/>
    <w:rPr>
      <w:i/>
    </w:rPr>
  </w:style>
  <w:style w:type="paragraph" w:styleId="Textkrper3">
    <w:name w:val="Body Text 3"/>
    <w:basedOn w:val="Standard"/>
    <w:rPr>
      <w:i/>
      <w:snapToGrid w:val="0"/>
    </w:rPr>
  </w:style>
  <w:style w:type="paragraph" w:customStyle="1" w:styleId="Text">
    <w:name w:val="Text"/>
    <w:rsid w:val="002E1E5C"/>
    <w:pPr>
      <w:spacing w:after="60"/>
    </w:pPr>
    <w:rPr>
      <w:rFonts w:ascii="AkkuratStd Light" w:hAnsi="AkkuratStd Light"/>
      <w:snapToGrid w:val="0"/>
      <w:color w:val="000000"/>
      <w:sz w:val="22"/>
    </w:rPr>
  </w:style>
  <w:style w:type="paragraph" w:styleId="Anrede">
    <w:name w:val="Salutation"/>
    <w:basedOn w:val="Standard"/>
    <w:next w:val="Standard"/>
    <w:rPr>
      <w:rFonts w:ascii="Times New Roman" w:hAnsi="Times New Roman"/>
    </w:rPr>
  </w:style>
  <w:style w:type="table" w:styleId="Tabellenraster">
    <w:name w:val="Table Grid"/>
    <w:basedOn w:val="NormaleTabelle"/>
    <w:rsid w:val="00EA7CEE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Web2">
    <w:name w:val="Table Web 2"/>
    <w:basedOn w:val="NormaleTabelle"/>
    <w:rsid w:val="00EA7CEE"/>
    <w:pPr>
      <w:spacing w:before="12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rsid w:val="00C84A5C"/>
    <w:pPr>
      <w:spacing w:before="12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Spezial1">
    <w:name w:val="Table Subtle 1"/>
    <w:basedOn w:val="NormaleTabelle"/>
    <w:rsid w:val="00C84A5C"/>
    <w:pPr>
      <w:spacing w:before="120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Seitenzahl">
    <w:name w:val="page number"/>
    <w:basedOn w:val="Absatz-Standardschriftart"/>
    <w:rsid w:val="00DA5966"/>
  </w:style>
  <w:style w:type="paragraph" w:styleId="StandardWeb">
    <w:name w:val="Normal (Web)"/>
    <w:basedOn w:val="Standard"/>
    <w:rsid w:val="004E0910"/>
    <w:pPr>
      <w:spacing w:before="100" w:beforeAutospacing="1" w:after="100" w:afterAutospacing="1"/>
    </w:pPr>
    <w:rPr>
      <w:rFonts w:ascii="Trebuchet MS" w:hAnsi="Trebuchet MS"/>
      <w:color w:val="545454"/>
      <w:sz w:val="20"/>
    </w:rPr>
  </w:style>
  <w:style w:type="character" w:styleId="Hervorhebung">
    <w:name w:val="Emphasis"/>
    <w:qFormat/>
    <w:rsid w:val="004E0910"/>
    <w:rPr>
      <w:i/>
      <w:iCs/>
    </w:rPr>
  </w:style>
  <w:style w:type="paragraph" w:styleId="Beschriftung">
    <w:name w:val="caption"/>
    <w:basedOn w:val="Standard"/>
    <w:next w:val="Standard"/>
    <w:qFormat/>
    <w:rsid w:val="00251399"/>
    <w:rPr>
      <w:b/>
      <w:bCs/>
      <w:sz w:val="20"/>
    </w:rPr>
  </w:style>
  <w:style w:type="paragraph" w:customStyle="1" w:styleId="Aufzhlung2">
    <w:name w:val="Aufzählung2"/>
    <w:basedOn w:val="Aufzhlungszeichen"/>
    <w:autoRedefine/>
    <w:rsid w:val="00F437B5"/>
    <w:pPr>
      <w:numPr>
        <w:numId w:val="35"/>
      </w:numPr>
    </w:pPr>
  </w:style>
  <w:style w:type="paragraph" w:styleId="Sprechblasentext">
    <w:name w:val="Balloon Text"/>
    <w:basedOn w:val="Standard"/>
    <w:semiHidden/>
    <w:rsid w:val="00F437B5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667C2A"/>
    <w:pPr>
      <w:ind w:left="720"/>
      <w:contextualSpacing/>
      <w:jc w:val="both"/>
    </w:pPr>
  </w:style>
  <w:style w:type="character" w:styleId="BesuchterHyperlink">
    <w:name w:val="FollowedHyperlink"/>
    <w:basedOn w:val="Absatz-Standardschriftart"/>
    <w:semiHidden/>
    <w:unhideWhenUsed/>
    <w:rsid w:val="00A12D2C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semiHidden/>
    <w:unhideWhenUsed/>
    <w:rsid w:val="008B08ED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8B08E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8B08ED"/>
    <w:rPr>
      <w:rFonts w:ascii="AkkuratStd Light" w:hAnsi="AkkuratStd Light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8B08E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8B08ED"/>
    <w:rPr>
      <w:rFonts w:ascii="AkkuratStd Light" w:hAnsi="AkkuratStd Light"/>
      <w:b/>
      <w:bCs/>
    </w:rPr>
  </w:style>
  <w:style w:type="paragraph" w:styleId="RGV-berschrift">
    <w:name w:val="toa heading"/>
    <w:basedOn w:val="Standard"/>
    <w:next w:val="Standard"/>
    <w:semiHidden/>
    <w:rsid w:val="00CA2F43"/>
    <w:pPr>
      <w:framePr w:hSpace="142" w:vSpace="142" w:wrap="around" w:vAnchor="text" w:hAnchor="text" w:y="1"/>
      <w:spacing w:before="120"/>
      <w:jc w:val="righ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E1E5C"/>
    <w:pPr>
      <w:spacing w:after="60"/>
    </w:pPr>
    <w:rPr>
      <w:rFonts w:ascii="AkkuratStd Light" w:hAnsi="AkkuratStd Light"/>
      <w:sz w:val="22"/>
      <w:szCs w:val="24"/>
    </w:rPr>
  </w:style>
  <w:style w:type="paragraph" w:styleId="berschrift1">
    <w:name w:val="heading 1"/>
    <w:basedOn w:val="Standard"/>
    <w:next w:val="Standard"/>
    <w:qFormat/>
    <w:rsid w:val="00581E33"/>
    <w:pPr>
      <w:keepNext/>
      <w:spacing w:before="120"/>
      <w:jc w:val="center"/>
      <w:outlineLvl w:val="0"/>
    </w:pPr>
    <w:rPr>
      <w:rFonts w:ascii="AkkuratStd" w:hAnsi="AkkuratStd"/>
      <w:b/>
      <w:sz w:val="24"/>
      <w:szCs w:val="20"/>
    </w:rPr>
  </w:style>
  <w:style w:type="paragraph" w:styleId="berschrift2">
    <w:name w:val="heading 2"/>
    <w:basedOn w:val="Standard"/>
    <w:next w:val="Standard"/>
    <w:autoRedefine/>
    <w:qFormat/>
    <w:rsid w:val="00581E33"/>
    <w:pPr>
      <w:keepNext/>
      <w:jc w:val="center"/>
      <w:outlineLvl w:val="1"/>
    </w:pPr>
    <w:rPr>
      <w:rFonts w:ascii="AkkuratStd" w:hAnsi="AkkuratStd"/>
      <w:sz w:val="24"/>
      <w:szCs w:val="20"/>
    </w:rPr>
  </w:style>
  <w:style w:type="paragraph" w:styleId="berschrift3">
    <w:name w:val="heading 3"/>
    <w:basedOn w:val="Standard"/>
    <w:next w:val="Standard"/>
    <w:autoRedefine/>
    <w:qFormat/>
    <w:rsid w:val="00581E33"/>
    <w:pPr>
      <w:keepNext/>
      <w:numPr>
        <w:numId w:val="36"/>
      </w:numPr>
      <w:ind w:left="0" w:firstLine="0"/>
      <w:outlineLvl w:val="2"/>
    </w:pPr>
    <w:rPr>
      <w:rFonts w:ascii="AkkuratStd" w:hAnsi="AkkuratStd"/>
      <w:b/>
      <w:szCs w:val="20"/>
      <w:u w:val="single"/>
    </w:rPr>
  </w:style>
  <w:style w:type="paragraph" w:styleId="berschrift4">
    <w:name w:val="heading 4"/>
    <w:basedOn w:val="Standard"/>
    <w:next w:val="Standard"/>
    <w:autoRedefine/>
    <w:qFormat/>
    <w:rsid w:val="00581E33"/>
    <w:pPr>
      <w:keepNext/>
      <w:numPr>
        <w:numId w:val="37"/>
      </w:numPr>
      <w:ind w:left="0" w:firstLine="0"/>
      <w:outlineLvl w:val="3"/>
    </w:pPr>
    <w:rPr>
      <w:rFonts w:ascii="AkkuratStd" w:hAnsi="AkkuratStd"/>
      <w:b/>
      <w:szCs w:val="20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  <w:sz w:val="28"/>
    </w:rPr>
  </w:style>
  <w:style w:type="paragraph" w:styleId="berschrift6">
    <w:name w:val="heading 6"/>
    <w:basedOn w:val="Standard"/>
    <w:next w:val="Standard"/>
    <w:qFormat/>
    <w:pPr>
      <w:keepNext/>
      <w:spacing w:before="120"/>
      <w:outlineLvl w:val="5"/>
    </w:pPr>
    <w:rPr>
      <w:b/>
    </w:rPr>
  </w:style>
  <w:style w:type="paragraph" w:styleId="berschrift7">
    <w:name w:val="heading 7"/>
    <w:basedOn w:val="Standard"/>
    <w:next w:val="Standard"/>
    <w:qFormat/>
    <w:pPr>
      <w:keepNext/>
      <w:jc w:val="center"/>
      <w:outlineLvl w:val="6"/>
    </w:pPr>
    <w:rPr>
      <w:b/>
      <w:i/>
      <w:sz w:val="32"/>
    </w:rPr>
  </w:style>
  <w:style w:type="paragraph" w:styleId="berschrift9">
    <w:name w:val="heading 9"/>
    <w:basedOn w:val="Standard"/>
    <w:next w:val="Standard"/>
    <w:qFormat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2" w:color="auto" w:fill="FFFFFF"/>
      <w:jc w:val="center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  <w:outlineLvl w:val="0"/>
    </w:pPr>
    <w:rPr>
      <w:b/>
      <w:sz w:val="28"/>
    </w:rPr>
  </w:style>
  <w:style w:type="paragraph" w:styleId="Untertitel">
    <w:name w:val="Subtitle"/>
    <w:basedOn w:val="Standard"/>
    <w:next w:val="Standard"/>
    <w:autoRedefine/>
    <w:qFormat/>
    <w:rsid w:val="00251399"/>
    <w:pPr>
      <w:jc w:val="center"/>
    </w:pPr>
    <w:rPr>
      <w:rFonts w:ascii="Akkurat" w:hAnsi="Akkurat"/>
      <w:b/>
      <w:sz w:val="18"/>
    </w:rPr>
  </w:style>
  <w:style w:type="paragraph" w:styleId="Unterschrift">
    <w:name w:val="Signature"/>
    <w:basedOn w:val="Standard"/>
    <w:next w:val="Standard"/>
    <w:autoRedefine/>
    <w:rsid w:val="00B22B12"/>
    <w:pPr>
      <w:spacing w:after="0"/>
      <w:jc w:val="right"/>
    </w:pPr>
    <w:rPr>
      <w:sz w:val="20"/>
    </w:rPr>
  </w:style>
  <w:style w:type="paragraph" w:styleId="Aufzhlungszeichen">
    <w:name w:val="List Bullet"/>
    <w:basedOn w:val="Standard"/>
    <w:autoRedefine/>
    <w:rsid w:val="002E1E5C"/>
    <w:pPr>
      <w:numPr>
        <w:numId w:val="34"/>
      </w:numPr>
    </w:pPr>
    <w:rPr>
      <w:szCs w:val="20"/>
    </w:rPr>
  </w:style>
  <w:style w:type="paragraph" w:styleId="Dokumentstruktur">
    <w:name w:val="Document Map"/>
    <w:basedOn w:val="Standard"/>
    <w:semiHidden/>
    <w:pPr>
      <w:shd w:val="clear" w:color="auto" w:fill="000080"/>
      <w:spacing w:before="120"/>
    </w:pPr>
    <w:rPr>
      <w:rFonts w:ascii="Tahoma" w:hAnsi="Tahoma"/>
      <w:sz w:val="24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before="120"/>
    </w:pPr>
    <w:rPr>
      <w:sz w:val="24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before="120"/>
    </w:pPr>
    <w:rPr>
      <w:sz w:val="24"/>
    </w:rPr>
  </w:style>
  <w:style w:type="character" w:styleId="Hyperlink">
    <w:name w:val="Hyperlink"/>
    <w:rPr>
      <w:color w:val="0000FF"/>
      <w:u w:val="single"/>
    </w:rPr>
  </w:style>
  <w:style w:type="paragraph" w:styleId="Textkrper">
    <w:name w:val="Body Text"/>
    <w:basedOn w:val="Standard"/>
    <w:rPr>
      <w:sz w:val="16"/>
    </w:rPr>
  </w:style>
  <w:style w:type="paragraph" w:styleId="Textkrper2">
    <w:name w:val="Body Text 2"/>
    <w:basedOn w:val="Standard"/>
    <w:rPr>
      <w:i/>
    </w:rPr>
  </w:style>
  <w:style w:type="paragraph" w:styleId="Textkrper3">
    <w:name w:val="Body Text 3"/>
    <w:basedOn w:val="Standard"/>
    <w:rPr>
      <w:i/>
      <w:snapToGrid w:val="0"/>
    </w:rPr>
  </w:style>
  <w:style w:type="paragraph" w:customStyle="1" w:styleId="Text">
    <w:name w:val="Text"/>
    <w:rsid w:val="002E1E5C"/>
    <w:pPr>
      <w:spacing w:after="60"/>
    </w:pPr>
    <w:rPr>
      <w:rFonts w:ascii="AkkuratStd Light" w:hAnsi="AkkuratStd Light"/>
      <w:snapToGrid w:val="0"/>
      <w:color w:val="000000"/>
      <w:sz w:val="22"/>
    </w:rPr>
  </w:style>
  <w:style w:type="paragraph" w:styleId="Anrede">
    <w:name w:val="Salutation"/>
    <w:basedOn w:val="Standard"/>
    <w:next w:val="Standard"/>
    <w:rPr>
      <w:rFonts w:ascii="Times New Roman" w:hAnsi="Times New Roman"/>
    </w:rPr>
  </w:style>
  <w:style w:type="table" w:styleId="Tabellenraster">
    <w:name w:val="Table Grid"/>
    <w:basedOn w:val="NormaleTabelle"/>
    <w:rsid w:val="00EA7CEE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Web2">
    <w:name w:val="Table Web 2"/>
    <w:basedOn w:val="NormaleTabelle"/>
    <w:rsid w:val="00EA7CEE"/>
    <w:pPr>
      <w:spacing w:before="12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rsid w:val="00C84A5C"/>
    <w:pPr>
      <w:spacing w:before="12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Spezial1">
    <w:name w:val="Table Subtle 1"/>
    <w:basedOn w:val="NormaleTabelle"/>
    <w:rsid w:val="00C84A5C"/>
    <w:pPr>
      <w:spacing w:before="120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Seitenzahl">
    <w:name w:val="page number"/>
    <w:basedOn w:val="Absatz-Standardschriftart"/>
    <w:rsid w:val="00DA5966"/>
  </w:style>
  <w:style w:type="paragraph" w:styleId="StandardWeb">
    <w:name w:val="Normal (Web)"/>
    <w:basedOn w:val="Standard"/>
    <w:rsid w:val="004E0910"/>
    <w:pPr>
      <w:spacing w:before="100" w:beforeAutospacing="1" w:after="100" w:afterAutospacing="1"/>
    </w:pPr>
    <w:rPr>
      <w:rFonts w:ascii="Trebuchet MS" w:hAnsi="Trebuchet MS"/>
      <w:color w:val="545454"/>
      <w:sz w:val="20"/>
    </w:rPr>
  </w:style>
  <w:style w:type="character" w:styleId="Hervorhebung">
    <w:name w:val="Emphasis"/>
    <w:qFormat/>
    <w:rsid w:val="004E0910"/>
    <w:rPr>
      <w:i/>
      <w:iCs/>
    </w:rPr>
  </w:style>
  <w:style w:type="paragraph" w:styleId="Beschriftung">
    <w:name w:val="caption"/>
    <w:basedOn w:val="Standard"/>
    <w:next w:val="Standard"/>
    <w:qFormat/>
    <w:rsid w:val="00251399"/>
    <w:rPr>
      <w:b/>
      <w:bCs/>
      <w:sz w:val="20"/>
    </w:rPr>
  </w:style>
  <w:style w:type="paragraph" w:customStyle="1" w:styleId="Aufzhlung2">
    <w:name w:val="Aufzählung2"/>
    <w:basedOn w:val="Aufzhlungszeichen"/>
    <w:autoRedefine/>
    <w:rsid w:val="00F437B5"/>
    <w:pPr>
      <w:numPr>
        <w:numId w:val="35"/>
      </w:numPr>
    </w:pPr>
  </w:style>
  <w:style w:type="paragraph" w:styleId="Sprechblasentext">
    <w:name w:val="Balloon Text"/>
    <w:basedOn w:val="Standard"/>
    <w:semiHidden/>
    <w:rsid w:val="00F437B5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667C2A"/>
    <w:pPr>
      <w:ind w:left="720"/>
      <w:contextualSpacing/>
      <w:jc w:val="both"/>
    </w:pPr>
  </w:style>
  <w:style w:type="character" w:styleId="BesuchterHyperlink">
    <w:name w:val="FollowedHyperlink"/>
    <w:basedOn w:val="Absatz-Standardschriftart"/>
    <w:semiHidden/>
    <w:unhideWhenUsed/>
    <w:rsid w:val="00A12D2C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semiHidden/>
    <w:unhideWhenUsed/>
    <w:rsid w:val="008B08ED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8B08E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8B08ED"/>
    <w:rPr>
      <w:rFonts w:ascii="AkkuratStd Light" w:hAnsi="AkkuratStd Light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8B08E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8B08ED"/>
    <w:rPr>
      <w:rFonts w:ascii="AkkuratStd Light" w:hAnsi="AkkuratStd Light"/>
      <w:b/>
      <w:bCs/>
    </w:rPr>
  </w:style>
  <w:style w:type="paragraph" w:styleId="RGV-berschrift">
    <w:name w:val="toa heading"/>
    <w:basedOn w:val="Standard"/>
    <w:next w:val="Standard"/>
    <w:semiHidden/>
    <w:rsid w:val="00CA2F43"/>
    <w:pPr>
      <w:framePr w:hSpace="142" w:vSpace="142" w:wrap="around" w:vAnchor="text" w:hAnchor="text" w:y="1"/>
      <w:spacing w:before="120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0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microsoft.com/office/2011/relationships/commentsExtended" Target="commentsExtended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03%20Vorlagen\Vorlage_Logo_leer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Vorlage_Logo_leer.dot</Template>
  <TotalTime>0</TotalTime>
  <Pages>2</Pages>
  <Words>376</Words>
  <Characters>2132</Characters>
  <Application>Microsoft Office Word</Application>
  <DocSecurity>0</DocSecurity>
  <Lines>78</Lines>
  <Paragraphs>62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 isb Sprints</vt:lpstr>
    </vt:vector>
  </TitlesOfParts>
  <Company>Institut für syst. Beratung</Company>
  <LinksUpToDate>false</LinksUpToDate>
  <CharactersWithSpaces>2446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 isb Sprints</dc:title>
  <dc:creator>isb GmbH</dc:creator>
  <cp:lastModifiedBy>Praktikant</cp:lastModifiedBy>
  <cp:revision>7</cp:revision>
  <cp:lastPrinted>2012-11-14T16:48:00Z</cp:lastPrinted>
  <dcterms:created xsi:type="dcterms:W3CDTF">2018-11-19T12:33:00Z</dcterms:created>
  <dcterms:modified xsi:type="dcterms:W3CDTF">2018-11-27T17:00:00Z</dcterms:modified>
</cp:coreProperties>
</file>