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AC" w:rsidRDefault="005D3258" w:rsidP="004F0C91">
      <w:pPr>
        <w:pStyle w:val="berschrift1"/>
      </w:pPr>
      <w:r>
        <w:t>Anwendungs</w:t>
      </w:r>
      <w:r w:rsidR="0009343D">
        <w:t>übung</w:t>
      </w:r>
    </w:p>
    <w:p w:rsidR="0009343D" w:rsidRPr="0009343D" w:rsidRDefault="004F0C91" w:rsidP="004F0C91">
      <w:pPr>
        <w:pStyle w:val="berschrift2"/>
      </w:pPr>
      <w:r>
        <w:t>Wirksamkeit als Transformationsberater</w:t>
      </w:r>
    </w:p>
    <w:p w:rsidR="00C60DEE" w:rsidRDefault="00C60DEE" w:rsidP="004F0C91"/>
    <w:p w:rsidR="007301D7" w:rsidRDefault="007301D7" w:rsidP="004F0C91">
      <w:r w:rsidRPr="007301D7">
        <w:t xml:space="preserve">Uns geht es um den Austausch und ein besseres Verständnis im Zusammenhang mit der Frage: </w:t>
      </w:r>
    </w:p>
    <w:p w:rsidR="003328B4" w:rsidRPr="003328B4" w:rsidRDefault="003328B4" w:rsidP="003328B4">
      <w:pPr>
        <w:pStyle w:val="Listenabsatz"/>
        <w:numPr>
          <w:ilvl w:val="0"/>
          <w:numId w:val="13"/>
        </w:numPr>
        <w:rPr>
          <w:i/>
        </w:rPr>
      </w:pPr>
      <w:r w:rsidRPr="003328B4">
        <w:rPr>
          <w:i/>
        </w:rPr>
        <w:t xml:space="preserve">Was macht eine wirksame Transformationsbegleitung aus? </w:t>
      </w:r>
    </w:p>
    <w:p w:rsidR="003328B4" w:rsidRPr="003328B4" w:rsidRDefault="003328B4" w:rsidP="003328B4">
      <w:pPr>
        <w:pStyle w:val="Listenabsatz"/>
        <w:numPr>
          <w:ilvl w:val="0"/>
          <w:numId w:val="13"/>
        </w:numPr>
        <w:rPr>
          <w:i/>
        </w:rPr>
      </w:pPr>
      <w:r w:rsidRPr="003328B4">
        <w:rPr>
          <w:i/>
        </w:rPr>
        <w:t>Auf welche Weise erleben Organisationen die professionelle Begleitung von digitalen Transformationsprozessen als wirksam, auf welche Weise tun es die Menschen, die Zusammenarbeit, die Organisationskultur?</w:t>
      </w:r>
    </w:p>
    <w:p w:rsidR="007301D7" w:rsidRPr="003328B4" w:rsidRDefault="003328B4" w:rsidP="003328B4">
      <w:pPr>
        <w:pStyle w:val="Listenabsatz"/>
        <w:numPr>
          <w:ilvl w:val="0"/>
          <w:numId w:val="13"/>
        </w:numPr>
        <w:rPr>
          <w:i/>
        </w:rPr>
      </w:pPr>
      <w:r w:rsidRPr="003328B4">
        <w:rPr>
          <w:i/>
        </w:rPr>
        <w:t>Welche Erfahrungen habt ihr mit einer besonders wirksamen Transformationsbegleitung gemacht und warum?</w:t>
      </w:r>
    </w:p>
    <w:p w:rsidR="0009343D" w:rsidRDefault="007301D7" w:rsidP="004F0C91">
      <w:r w:rsidRPr="007301D7">
        <w:t>Mit der folgenden Gruppenarbeit möchten wir ein Format anbieten, um sich dem Thema „eröffnend“ zu nähern.</w:t>
      </w:r>
    </w:p>
    <w:p w:rsidR="007301D7" w:rsidRPr="00C60DEE" w:rsidRDefault="005D3258" w:rsidP="004F0C9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7F2AC1B9" wp14:editId="2656E5C6">
                <wp:simplePos x="0" y="0"/>
                <wp:positionH relativeFrom="column">
                  <wp:posOffset>5242560</wp:posOffset>
                </wp:positionH>
                <wp:positionV relativeFrom="page">
                  <wp:posOffset>1924050</wp:posOffset>
                </wp:positionV>
                <wp:extent cx="1071245" cy="452755"/>
                <wp:effectExtent l="0" t="0" r="14605" b="23495"/>
                <wp:wrapTight wrapText="bothSides">
                  <wp:wrapPolygon edited="0">
                    <wp:start x="0" y="0"/>
                    <wp:lineTo x="0" y="21812"/>
                    <wp:lineTo x="21510" y="21812"/>
                    <wp:lineTo x="21510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43D" w:rsidRPr="009E4A92" w:rsidRDefault="00717D29" w:rsidP="004F0C91">
                            <w:pPr>
                              <w:pStyle w:val="RGV-berschrift"/>
                              <w:jc w:val="center"/>
                            </w:pPr>
                            <w:r>
                              <w:t>9</w:t>
                            </w:r>
                            <w:r w:rsidR="00C86A0A">
                              <w:t>0</w:t>
                            </w:r>
                            <w:r w:rsidR="0009343D">
                              <w:t xml:space="preserve">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12.8pt;margin-top:151.5pt;width:84.35pt;height:35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">
                <v:textbox>
                  <w:txbxContent>
                    <w:p w:rsidR="0009343D" w:rsidRPr="009E4A92" w:rsidRDefault="00717D29" w:rsidP="004F0C91">
                      <w:pPr>
                        <w:pStyle w:val="RGV-berschrift"/>
                        <w:jc w:val="center"/>
                      </w:pPr>
                      <w:r>
                        <w:t>9</w:t>
                      </w:r>
                      <w:r w:rsidR="00C86A0A">
                        <w:t>0</w:t>
                      </w:r>
                      <w:r w:rsidR="0009343D">
                        <w:t xml:space="preserve"> min</w:t>
                      </w:r>
                    </w:p>
                  </w:txbxContent>
                </v:textbox>
                <w10:wrap type="tight" anchory="page"/>
                <w10:anchorlock/>
              </v:shape>
            </w:pict>
          </mc:Fallback>
        </mc:AlternateContent>
      </w:r>
    </w:p>
    <w:tbl>
      <w:tblPr>
        <w:tblpPr w:leftFromText="142" w:rightFromText="142" w:vertAnchor="text" w:horzAnchor="margin" w:tblpY="1"/>
        <w:tblW w:w="5000" w:type="pct"/>
        <w:tblLook w:val="0000" w:firstRow="0" w:lastRow="0" w:firstColumn="0" w:lastColumn="0" w:noHBand="0" w:noVBand="0"/>
      </w:tblPr>
      <w:tblGrid>
        <w:gridCol w:w="604"/>
        <w:gridCol w:w="1788"/>
        <w:gridCol w:w="7745"/>
      </w:tblGrid>
      <w:tr w:rsidR="007D069E" w:rsidRPr="007D069E" w:rsidTr="00B274EB">
        <w:trPr>
          <w:trHeight w:val="300"/>
        </w:trPr>
        <w:tc>
          <w:tcPr>
            <w:tcW w:w="298" w:type="pct"/>
            <w:shd w:val="clear" w:color="auto" w:fill="auto"/>
          </w:tcPr>
          <w:p w:rsidR="007D069E" w:rsidRPr="004F0C91" w:rsidRDefault="007D069E" w:rsidP="004F0C91">
            <w:pPr>
              <w:rPr>
                <w:b/>
                <w:lang w:bidi="ml"/>
              </w:rPr>
            </w:pPr>
            <w:r w:rsidRPr="004F0C91">
              <w:rPr>
                <w:b/>
                <w:lang w:bidi="ml"/>
              </w:rPr>
              <w:t>1.</w:t>
            </w:r>
          </w:p>
        </w:tc>
        <w:tc>
          <w:tcPr>
            <w:tcW w:w="882" w:type="pct"/>
            <w:shd w:val="clear" w:color="auto" w:fill="auto"/>
          </w:tcPr>
          <w:p w:rsidR="007D069E" w:rsidRPr="004F0C91" w:rsidRDefault="00717D29" w:rsidP="004F0C91">
            <w:pPr>
              <w:rPr>
                <w:b/>
                <w:u w:val="single"/>
                <w:lang w:bidi="ml"/>
              </w:rPr>
            </w:pPr>
            <w:r>
              <w:rPr>
                <w:b/>
                <w:u w:val="single"/>
                <w:lang w:bidi="ml"/>
              </w:rPr>
              <w:t>5</w:t>
            </w:r>
            <w:r w:rsidR="004F0C91" w:rsidRPr="004F0C91">
              <w:rPr>
                <w:b/>
                <w:u w:val="single"/>
                <w:lang w:bidi="ml"/>
              </w:rPr>
              <w:t xml:space="preserve"> min.</w:t>
            </w:r>
          </w:p>
        </w:tc>
        <w:tc>
          <w:tcPr>
            <w:tcW w:w="3820" w:type="pct"/>
            <w:shd w:val="clear" w:color="auto" w:fill="auto"/>
          </w:tcPr>
          <w:p w:rsidR="005D3258" w:rsidRDefault="005D3258" w:rsidP="004F0C9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Bitte b</w:t>
            </w:r>
            <w:r w:rsidR="00717D29">
              <w:rPr>
                <w:shd w:val="clear" w:color="auto" w:fill="FFFFFF"/>
              </w:rPr>
              <w:t>ildet 5</w:t>
            </w:r>
            <w:r>
              <w:rPr>
                <w:shd w:val="clear" w:color="auto" w:fill="FFFFFF"/>
              </w:rPr>
              <w:t>er Gruppen mit Menschen, die Ihr noch nicht oder noch nicht so gut kennt</w:t>
            </w:r>
            <w:r w:rsidR="004F0C91">
              <w:rPr>
                <w:shd w:val="clear" w:color="auto" w:fill="FFFFFF"/>
              </w:rPr>
              <w:t>.</w:t>
            </w:r>
          </w:p>
          <w:p w:rsidR="004F0C91" w:rsidRPr="007D069E" w:rsidRDefault="004F0C91" w:rsidP="004F0C91">
            <w:pPr>
              <w:rPr>
                <w:snapToGrid w:val="0"/>
              </w:rPr>
            </w:pPr>
          </w:p>
        </w:tc>
      </w:tr>
      <w:tr w:rsidR="004F0C91" w:rsidRPr="007D069E" w:rsidTr="00B274EB">
        <w:trPr>
          <w:trHeight w:val="300"/>
        </w:trPr>
        <w:tc>
          <w:tcPr>
            <w:tcW w:w="298" w:type="pct"/>
            <w:shd w:val="clear" w:color="auto" w:fill="auto"/>
          </w:tcPr>
          <w:p w:rsidR="004F0C91" w:rsidRPr="004F0C91" w:rsidRDefault="004F0C91" w:rsidP="004F0C91">
            <w:pPr>
              <w:rPr>
                <w:b/>
                <w:lang w:bidi="ml"/>
              </w:rPr>
            </w:pPr>
            <w:r w:rsidRPr="004F0C91">
              <w:rPr>
                <w:b/>
                <w:lang w:bidi="ml"/>
              </w:rPr>
              <w:t>2.</w:t>
            </w:r>
          </w:p>
        </w:tc>
        <w:tc>
          <w:tcPr>
            <w:tcW w:w="882" w:type="pct"/>
            <w:shd w:val="clear" w:color="auto" w:fill="auto"/>
          </w:tcPr>
          <w:p w:rsidR="004F0C91" w:rsidRPr="004F0C91" w:rsidRDefault="004F0C91" w:rsidP="00717D29">
            <w:pPr>
              <w:rPr>
                <w:b/>
                <w:u w:val="single"/>
                <w:lang w:bidi="ml"/>
              </w:rPr>
            </w:pPr>
            <w:r w:rsidRPr="004F0C91">
              <w:rPr>
                <w:b/>
                <w:u w:val="single"/>
                <w:lang w:bidi="ml"/>
              </w:rPr>
              <w:t>1</w:t>
            </w:r>
            <w:r w:rsidR="00717D29">
              <w:rPr>
                <w:b/>
                <w:u w:val="single"/>
                <w:lang w:bidi="ml"/>
              </w:rPr>
              <w:t>0</w:t>
            </w:r>
            <w:r w:rsidRPr="004F0C91">
              <w:rPr>
                <w:b/>
                <w:u w:val="single"/>
                <w:lang w:bidi="ml"/>
              </w:rPr>
              <w:t xml:space="preserve"> min</w:t>
            </w:r>
            <w:r>
              <w:rPr>
                <w:b/>
                <w:u w:val="single"/>
                <w:lang w:bidi="ml"/>
              </w:rPr>
              <w:t>.</w:t>
            </w:r>
          </w:p>
        </w:tc>
        <w:tc>
          <w:tcPr>
            <w:tcW w:w="3820" w:type="pct"/>
            <w:shd w:val="clear" w:color="auto" w:fill="auto"/>
          </w:tcPr>
          <w:p w:rsidR="007301D7" w:rsidRPr="007301D7" w:rsidRDefault="00C86A0A" w:rsidP="007301D7">
            <w:pPr>
              <w:rPr>
                <w:b/>
                <w:snapToGrid w:val="0"/>
              </w:rPr>
            </w:pPr>
            <w:r w:rsidRPr="00C86A0A">
              <w:rPr>
                <w:b/>
                <w:snapToGrid w:val="0"/>
              </w:rPr>
              <w:t>Vorste</w:t>
            </w:r>
            <w:r w:rsidR="007301D7">
              <w:rPr>
                <w:b/>
                <w:snapToGrid w:val="0"/>
              </w:rPr>
              <w:t xml:space="preserve">llung </w:t>
            </w:r>
            <w:r w:rsidR="007301D7" w:rsidRPr="007301D7">
              <w:rPr>
                <w:b/>
                <w:snapToGrid w:val="0"/>
              </w:rPr>
              <w:t>„Aus welcher Perspektive komme ich?“</w:t>
            </w:r>
          </w:p>
          <w:p w:rsidR="004F0C91" w:rsidRPr="004F0C91" w:rsidRDefault="004F0C91" w:rsidP="004F0C91">
            <w:pPr>
              <w:rPr>
                <w:snapToGrid w:val="0"/>
              </w:rPr>
            </w:pPr>
            <w:r w:rsidRPr="004F0C91">
              <w:rPr>
                <w:snapToGrid w:val="0"/>
              </w:rPr>
              <w:t>Jeder nacheinander stellt sich kurz vor:</w:t>
            </w:r>
          </w:p>
          <w:p w:rsidR="007301D7" w:rsidRPr="007301D7" w:rsidRDefault="007301D7" w:rsidP="007301D7">
            <w:pPr>
              <w:pStyle w:val="Listenabsatz"/>
              <w:numPr>
                <w:ilvl w:val="0"/>
                <w:numId w:val="6"/>
              </w:numPr>
              <w:rPr>
                <w:bCs/>
                <w:snapToGrid w:val="0"/>
              </w:rPr>
            </w:pPr>
            <w:r w:rsidRPr="007301D7">
              <w:rPr>
                <w:bCs/>
                <w:snapToGrid w:val="0"/>
              </w:rPr>
              <w:t>Wer bin ich?</w:t>
            </w:r>
          </w:p>
          <w:p w:rsidR="007301D7" w:rsidRPr="007301D7" w:rsidRDefault="007301D7" w:rsidP="007301D7">
            <w:pPr>
              <w:pStyle w:val="Listenabsatz"/>
              <w:numPr>
                <w:ilvl w:val="0"/>
                <w:numId w:val="6"/>
              </w:numPr>
              <w:rPr>
                <w:bCs/>
                <w:snapToGrid w:val="0"/>
              </w:rPr>
            </w:pPr>
            <w:r w:rsidRPr="007301D7">
              <w:rPr>
                <w:bCs/>
                <w:snapToGrid w:val="0"/>
              </w:rPr>
              <w:t>Was habe ich im Zusammenhang mit dem Thema bisher erlebt?</w:t>
            </w:r>
          </w:p>
          <w:p w:rsidR="007301D7" w:rsidRPr="007301D7" w:rsidRDefault="007301D7" w:rsidP="007301D7">
            <w:pPr>
              <w:pStyle w:val="Listenabsatz"/>
              <w:numPr>
                <w:ilvl w:val="0"/>
                <w:numId w:val="6"/>
              </w:numPr>
              <w:rPr>
                <w:bCs/>
                <w:snapToGrid w:val="0"/>
              </w:rPr>
            </w:pPr>
            <w:r w:rsidRPr="007301D7">
              <w:rPr>
                <w:bCs/>
                <w:snapToGrid w:val="0"/>
              </w:rPr>
              <w:t>Welche Rolle hatte ich dabei?</w:t>
            </w:r>
          </w:p>
          <w:p w:rsidR="007301D7" w:rsidRPr="004F0C91" w:rsidRDefault="007301D7" w:rsidP="007301D7">
            <w:pPr>
              <w:pStyle w:val="Listenabsatz"/>
              <w:numPr>
                <w:ilvl w:val="0"/>
                <w:numId w:val="6"/>
              </w:numPr>
              <w:rPr>
                <w:bCs/>
                <w:snapToGrid w:val="0"/>
              </w:rPr>
            </w:pPr>
            <w:r w:rsidRPr="007301D7">
              <w:rPr>
                <w:bCs/>
                <w:snapToGrid w:val="0"/>
              </w:rPr>
              <w:t>Wie ging es mir damit als Person?</w:t>
            </w:r>
          </w:p>
          <w:p w:rsidR="004F0C91" w:rsidRPr="004F0C91" w:rsidRDefault="004F0C91" w:rsidP="004F0C91">
            <w:pPr>
              <w:rPr>
                <w:bCs/>
                <w:snapToGrid w:val="0"/>
              </w:rPr>
            </w:pPr>
          </w:p>
        </w:tc>
      </w:tr>
      <w:tr w:rsidR="007D069E" w:rsidRPr="007D069E" w:rsidTr="00B274EB">
        <w:trPr>
          <w:trHeight w:val="300"/>
        </w:trPr>
        <w:tc>
          <w:tcPr>
            <w:tcW w:w="298" w:type="pct"/>
            <w:shd w:val="clear" w:color="auto" w:fill="auto"/>
          </w:tcPr>
          <w:p w:rsidR="007D069E" w:rsidRPr="004F0C91" w:rsidRDefault="00C86A0A" w:rsidP="004F0C91">
            <w:pPr>
              <w:rPr>
                <w:b/>
                <w:lang w:bidi="ml"/>
              </w:rPr>
            </w:pPr>
            <w:r>
              <w:rPr>
                <w:b/>
                <w:lang w:bidi="ml"/>
              </w:rPr>
              <w:t>3</w:t>
            </w:r>
            <w:r w:rsidR="007D069E" w:rsidRPr="004F0C91">
              <w:rPr>
                <w:b/>
                <w:lang w:bidi="ml"/>
              </w:rPr>
              <w:t>.</w:t>
            </w:r>
          </w:p>
        </w:tc>
        <w:tc>
          <w:tcPr>
            <w:tcW w:w="882" w:type="pct"/>
            <w:shd w:val="clear" w:color="auto" w:fill="auto"/>
          </w:tcPr>
          <w:p w:rsidR="007D069E" w:rsidRPr="004F0C91" w:rsidRDefault="00C86A0A" w:rsidP="00717D29">
            <w:pPr>
              <w:rPr>
                <w:b/>
                <w:u w:val="single"/>
                <w:lang w:bidi="ml"/>
              </w:rPr>
            </w:pPr>
            <w:r>
              <w:rPr>
                <w:b/>
                <w:u w:val="single"/>
                <w:lang w:bidi="ml"/>
              </w:rPr>
              <w:t>4</w:t>
            </w:r>
            <w:r w:rsidR="00717D29">
              <w:rPr>
                <w:b/>
                <w:u w:val="single"/>
                <w:lang w:bidi="ml"/>
              </w:rPr>
              <w:t>0</w:t>
            </w:r>
            <w:r w:rsidR="007D069E" w:rsidRPr="004F0C91">
              <w:rPr>
                <w:b/>
                <w:u w:val="single"/>
                <w:lang w:bidi="ml"/>
              </w:rPr>
              <w:t xml:space="preserve"> min</w:t>
            </w:r>
          </w:p>
        </w:tc>
        <w:tc>
          <w:tcPr>
            <w:tcW w:w="3820" w:type="pct"/>
            <w:shd w:val="clear" w:color="auto" w:fill="auto"/>
          </w:tcPr>
          <w:p w:rsidR="007D069E" w:rsidRPr="00C86A0A" w:rsidRDefault="003524A5" w:rsidP="004F0C91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Teamarbeit</w:t>
            </w:r>
          </w:p>
          <w:p w:rsidR="00C86A0A" w:rsidRDefault="00C86A0A" w:rsidP="00C86A0A">
            <w:pPr>
              <w:rPr>
                <w:lang w:bidi="ml"/>
              </w:rPr>
            </w:pPr>
            <w:r>
              <w:rPr>
                <w:lang w:bidi="ml"/>
              </w:rPr>
              <w:t xml:space="preserve">Nutzt die Zeit Euch über die folgenden </w:t>
            </w:r>
            <w:r w:rsidR="007301D7">
              <w:rPr>
                <w:lang w:bidi="ml"/>
              </w:rPr>
              <w:t xml:space="preserve">Fragen </w:t>
            </w:r>
            <w:r>
              <w:rPr>
                <w:lang w:bidi="ml"/>
              </w:rPr>
              <w:t xml:space="preserve"> auszutauschen.</w:t>
            </w:r>
          </w:p>
          <w:p w:rsidR="004F0C91" w:rsidRDefault="00C86A0A" w:rsidP="003524A5">
            <w:pPr>
              <w:rPr>
                <w:lang w:bidi="ml"/>
              </w:rPr>
            </w:pPr>
            <w:r>
              <w:rPr>
                <w:lang w:bidi="ml"/>
              </w:rPr>
              <w:t>Dokumentiert die Ergebnisse auf den für Euch vorbereiteten Flipcharts / Metaplanwänden.</w:t>
            </w:r>
          </w:p>
          <w:p w:rsidR="007301D7" w:rsidRDefault="007301D7" w:rsidP="003524A5">
            <w:pPr>
              <w:rPr>
                <w:lang w:bidi="ml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7514"/>
            </w:tblGrid>
            <w:tr w:rsidR="007301D7" w:rsidTr="00096866">
              <w:tc>
                <w:tcPr>
                  <w:tcW w:w="7514" w:type="dxa"/>
                </w:tcPr>
                <w:p w:rsidR="007301D7" w:rsidRDefault="007301D7" w:rsidP="008558E7">
                  <w:pPr>
                    <w:framePr w:hSpace="142" w:wrap="around" w:vAnchor="text" w:hAnchor="margin" w:y="1"/>
                    <w:rPr>
                      <w:lang w:bidi="ml"/>
                    </w:rPr>
                  </w:pPr>
                  <w:r>
                    <w:rPr>
                      <w:lang w:bidi="ml"/>
                    </w:rPr>
                    <w:t xml:space="preserve">Flipchart #1 </w:t>
                  </w:r>
                  <w:r w:rsidRPr="007301D7">
                    <w:rPr>
                      <w:b/>
                      <w:lang w:bidi="ml"/>
                    </w:rPr>
                    <w:t>Gemeinsame Thesensammlung</w:t>
                  </w:r>
                </w:p>
                <w:p w:rsidR="007301D7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>Was benötigen erfolgreiche digitale Transformationsprozesse?</w:t>
                  </w:r>
                </w:p>
                <w:p w:rsidR="007301D7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>Wie schafft „professionelle Begleitung“ für Mehrwerte?</w:t>
                  </w:r>
                </w:p>
                <w:p w:rsidR="007301D7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>Wie wirkt professionelle Begleitung am besten?</w:t>
                  </w:r>
                </w:p>
                <w:p w:rsidR="007301D7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>Wieviel Begleitung braucht es?</w:t>
                  </w:r>
                </w:p>
                <w:p w:rsidR="007301D7" w:rsidRPr="00C86A0A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>...</w:t>
                  </w:r>
                </w:p>
              </w:tc>
            </w:tr>
          </w:tbl>
          <w:p w:rsidR="007301D7" w:rsidRDefault="007301D7" w:rsidP="003524A5">
            <w:pPr>
              <w:rPr>
                <w:lang w:bidi="ml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7514"/>
            </w:tblGrid>
            <w:tr w:rsidR="007301D7" w:rsidTr="00096866">
              <w:tc>
                <w:tcPr>
                  <w:tcW w:w="7514" w:type="dxa"/>
                </w:tcPr>
                <w:p w:rsidR="007301D7" w:rsidRDefault="007301D7" w:rsidP="008558E7">
                  <w:pPr>
                    <w:framePr w:hSpace="142" w:wrap="around" w:vAnchor="text" w:hAnchor="margin" w:y="1"/>
                    <w:rPr>
                      <w:lang w:bidi="ml"/>
                    </w:rPr>
                  </w:pPr>
                  <w:r>
                    <w:rPr>
                      <w:lang w:bidi="ml"/>
                    </w:rPr>
                    <w:t xml:space="preserve">Flipchart #2 </w:t>
                  </w:r>
                  <w:r w:rsidRPr="007301D7">
                    <w:rPr>
                      <w:b/>
                      <w:lang w:bidi="ml"/>
                    </w:rPr>
                    <w:t>Fragensammlung</w:t>
                  </w:r>
                </w:p>
                <w:p w:rsidR="007301D7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 xml:space="preserve">Welche Fragen beschäftigen </w:t>
                  </w:r>
                  <w:r w:rsidR="002B0645">
                    <w:rPr>
                      <w:lang w:bidi="ml"/>
                    </w:rPr>
                    <w:t>mich</w:t>
                  </w:r>
                  <w:r>
                    <w:rPr>
                      <w:lang w:bidi="ml"/>
                    </w:rPr>
                    <w:t xml:space="preserve"> persönlich im Umgang/ in der Auseinandersetzung mit dem Thema? </w:t>
                  </w:r>
                </w:p>
                <w:p w:rsidR="007301D7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>Was hätte ich gern hier diskutiert/ vertieft?</w:t>
                  </w:r>
                </w:p>
                <w:p w:rsidR="007301D7" w:rsidRPr="00C86A0A" w:rsidRDefault="007301D7" w:rsidP="008558E7">
                  <w:pPr>
                    <w:pStyle w:val="Listenabsatz"/>
                    <w:framePr w:hSpace="142" w:wrap="around" w:vAnchor="text" w:hAnchor="margin" w:y="1"/>
                    <w:numPr>
                      <w:ilvl w:val="0"/>
                      <w:numId w:val="6"/>
                    </w:numPr>
                    <w:rPr>
                      <w:lang w:bidi="ml"/>
                    </w:rPr>
                  </w:pPr>
                  <w:r>
                    <w:rPr>
                      <w:lang w:bidi="ml"/>
                    </w:rPr>
                    <w:t>...</w:t>
                  </w:r>
                </w:p>
              </w:tc>
            </w:tr>
          </w:tbl>
          <w:p w:rsidR="00717D29" w:rsidRPr="007D069E" w:rsidRDefault="007301D7" w:rsidP="00717D29">
            <w:pPr>
              <w:rPr>
                <w:lang w:bidi="ml"/>
              </w:rPr>
            </w:pPr>
            <w:r>
              <w:rPr>
                <w:lang w:bidi="ml"/>
              </w:rPr>
              <w:t xml:space="preserve"> </w:t>
            </w:r>
          </w:p>
        </w:tc>
      </w:tr>
      <w:tr w:rsidR="00717D29" w:rsidRPr="007D069E" w:rsidTr="00B274EB">
        <w:trPr>
          <w:trHeight w:val="300"/>
        </w:trPr>
        <w:tc>
          <w:tcPr>
            <w:tcW w:w="298" w:type="pct"/>
            <w:shd w:val="clear" w:color="auto" w:fill="auto"/>
          </w:tcPr>
          <w:p w:rsidR="00717D29" w:rsidRPr="004F0C91" w:rsidRDefault="00717D29" w:rsidP="004F0C91">
            <w:pPr>
              <w:rPr>
                <w:b/>
                <w:lang w:bidi="ml"/>
              </w:rPr>
            </w:pPr>
            <w:r>
              <w:rPr>
                <w:b/>
                <w:lang w:bidi="ml"/>
              </w:rPr>
              <w:t>4.</w:t>
            </w:r>
          </w:p>
        </w:tc>
        <w:tc>
          <w:tcPr>
            <w:tcW w:w="882" w:type="pct"/>
            <w:shd w:val="clear" w:color="auto" w:fill="auto"/>
          </w:tcPr>
          <w:p w:rsidR="00717D29" w:rsidRPr="00717D29" w:rsidRDefault="00717D29" w:rsidP="00717D29">
            <w:pPr>
              <w:rPr>
                <w:b/>
                <w:u w:val="single"/>
                <w:lang w:bidi="ml"/>
              </w:rPr>
            </w:pPr>
            <w:r>
              <w:rPr>
                <w:b/>
                <w:u w:val="single"/>
                <w:lang w:bidi="ml"/>
              </w:rPr>
              <w:t>5 min</w:t>
            </w:r>
          </w:p>
        </w:tc>
        <w:tc>
          <w:tcPr>
            <w:tcW w:w="3820" w:type="pct"/>
            <w:shd w:val="clear" w:color="auto" w:fill="auto"/>
          </w:tcPr>
          <w:p w:rsidR="00717D29" w:rsidRPr="00717D29" w:rsidRDefault="00717D29" w:rsidP="00717D29">
            <w:pPr>
              <w:rPr>
                <w:b/>
              </w:rPr>
            </w:pPr>
            <w:r w:rsidRPr="00717D29">
              <w:rPr>
                <w:b/>
              </w:rPr>
              <w:t>Stations</w:t>
            </w:r>
            <w:r>
              <w:rPr>
                <w:b/>
              </w:rPr>
              <w:t>-B</w:t>
            </w:r>
            <w:r w:rsidRPr="00717D29">
              <w:rPr>
                <w:b/>
              </w:rPr>
              <w:t>au</w:t>
            </w:r>
          </w:p>
          <w:p w:rsidR="00717D29" w:rsidRDefault="00717D29" w:rsidP="00717D29">
            <w:r w:rsidRPr="00717D29">
              <w:t xml:space="preserve">Hängt die Ergebnisse </w:t>
            </w:r>
            <w:r>
              <w:t>an einem gut sichtbaren Platz auf.</w:t>
            </w:r>
          </w:p>
          <w:p w:rsidR="00717D29" w:rsidRPr="00C86A0A" w:rsidRDefault="00717D29" w:rsidP="00717D29">
            <w:pPr>
              <w:rPr>
                <w:b/>
              </w:rPr>
            </w:pPr>
          </w:p>
        </w:tc>
      </w:tr>
      <w:tr w:rsidR="007D069E" w:rsidRPr="007D069E" w:rsidTr="00B274EB">
        <w:trPr>
          <w:trHeight w:val="300"/>
        </w:trPr>
        <w:tc>
          <w:tcPr>
            <w:tcW w:w="298" w:type="pct"/>
            <w:shd w:val="clear" w:color="auto" w:fill="auto"/>
          </w:tcPr>
          <w:p w:rsidR="007D069E" w:rsidRPr="004F0C91" w:rsidRDefault="00717D29" w:rsidP="004F0C91">
            <w:pPr>
              <w:rPr>
                <w:b/>
                <w:lang w:bidi="ml"/>
              </w:rPr>
            </w:pPr>
            <w:r>
              <w:rPr>
                <w:b/>
                <w:lang w:bidi="ml"/>
              </w:rPr>
              <w:lastRenderedPageBreak/>
              <w:t>5</w:t>
            </w:r>
            <w:r w:rsidR="007D069E" w:rsidRPr="004F0C91">
              <w:rPr>
                <w:b/>
                <w:lang w:bidi="ml"/>
              </w:rPr>
              <w:t>.</w:t>
            </w:r>
          </w:p>
        </w:tc>
        <w:tc>
          <w:tcPr>
            <w:tcW w:w="882" w:type="pct"/>
            <w:shd w:val="clear" w:color="auto" w:fill="auto"/>
          </w:tcPr>
          <w:p w:rsidR="007D069E" w:rsidRPr="00717D29" w:rsidRDefault="00717D29" w:rsidP="00717D29">
            <w:pPr>
              <w:rPr>
                <w:b/>
                <w:u w:val="single"/>
                <w:lang w:bidi="ml"/>
              </w:rPr>
            </w:pPr>
            <w:r>
              <w:rPr>
                <w:b/>
                <w:u w:val="single"/>
                <w:lang w:bidi="ml"/>
              </w:rPr>
              <w:t>3</w:t>
            </w:r>
            <w:r w:rsidRPr="00717D29">
              <w:rPr>
                <w:b/>
                <w:u w:val="single"/>
                <w:lang w:bidi="ml"/>
              </w:rPr>
              <w:t>0 m</w:t>
            </w:r>
            <w:r w:rsidR="007D069E" w:rsidRPr="00717D29">
              <w:rPr>
                <w:b/>
                <w:u w:val="single"/>
                <w:lang w:bidi="ml"/>
              </w:rPr>
              <w:t>in</w:t>
            </w:r>
          </w:p>
        </w:tc>
        <w:tc>
          <w:tcPr>
            <w:tcW w:w="3820" w:type="pct"/>
            <w:shd w:val="clear" w:color="auto" w:fill="auto"/>
          </w:tcPr>
          <w:p w:rsidR="00717D29" w:rsidRDefault="00C86A0A" w:rsidP="00717D29">
            <w:pPr>
              <w:pStyle w:val="Text"/>
              <w:rPr>
                <w:b/>
              </w:rPr>
            </w:pPr>
            <w:r w:rsidRPr="00C86A0A">
              <w:rPr>
                <w:b/>
              </w:rPr>
              <w:t>Walking-Gal</w:t>
            </w:r>
            <w:r>
              <w:rPr>
                <w:b/>
              </w:rPr>
              <w:t>l</w:t>
            </w:r>
            <w:r w:rsidRPr="00C86A0A">
              <w:rPr>
                <w:b/>
              </w:rPr>
              <w:t>ery</w:t>
            </w:r>
          </w:p>
          <w:p w:rsidR="00717D29" w:rsidRPr="00717D29" w:rsidRDefault="00717D29" w:rsidP="00717D29">
            <w:r w:rsidRPr="00717D29">
              <w:t>W</w:t>
            </w:r>
            <w:r>
              <w:t>ir erzähle</w:t>
            </w:r>
            <w:r w:rsidRPr="00C86A0A">
              <w:t>n uns gegenseitig über unser</w:t>
            </w:r>
            <w:r>
              <w:t>e Erfahrungen in den 5er Gruppe.</w:t>
            </w:r>
          </w:p>
          <w:p w:rsidR="00C86A0A" w:rsidRPr="00C86A0A" w:rsidRDefault="00C86A0A" w:rsidP="00C86A0A">
            <w:pPr>
              <w:pStyle w:val="Listenabsatz"/>
              <w:numPr>
                <w:ilvl w:val="0"/>
                <w:numId w:val="6"/>
              </w:numPr>
            </w:pPr>
            <w:r w:rsidRPr="00C86A0A">
              <w:t xml:space="preserve">Mischt Euch nun zu </w:t>
            </w:r>
            <w:r w:rsidR="00717D29">
              <w:t xml:space="preserve">neuen </w:t>
            </w:r>
            <w:r w:rsidRPr="00C86A0A">
              <w:t>Gruppen mit der Bedingung, dass in jeder neuen Gruppe möglichst genau einer aus den alten 5er-Gruppen ist.</w:t>
            </w:r>
          </w:p>
          <w:p w:rsidR="007301D7" w:rsidRDefault="00C86A0A" w:rsidP="007301D7">
            <w:pPr>
              <w:pStyle w:val="Listenabsatz"/>
              <w:numPr>
                <w:ilvl w:val="0"/>
                <w:numId w:val="6"/>
              </w:numPr>
            </w:pPr>
            <w:r w:rsidRPr="00C86A0A">
              <w:t>Bewegt Euch von Station zu Station und erzählt Euch jeweils über die Erkenntnis</w:t>
            </w:r>
            <w:r>
              <w:t>se aus den ersten Gruppen (Je Station ca. 5-8 Min.)</w:t>
            </w:r>
          </w:p>
          <w:p w:rsidR="00717D29" w:rsidRPr="007301D7" w:rsidRDefault="00717D29" w:rsidP="007301D7">
            <w:r w:rsidRPr="007301D7">
              <w:rPr>
                <w:snapToGrid w:val="0"/>
              </w:rPr>
              <w:t xml:space="preserve"> </w:t>
            </w:r>
          </w:p>
        </w:tc>
      </w:tr>
    </w:tbl>
    <w:p w:rsidR="004F0C91" w:rsidRDefault="004F0C91" w:rsidP="004F0C91">
      <w:pPr>
        <w:pStyle w:val="Text"/>
      </w:pPr>
    </w:p>
    <w:p w:rsidR="00EA7CEE" w:rsidRPr="006F5AF9" w:rsidRDefault="005D3258" w:rsidP="004F0C91">
      <w:pPr>
        <w:pStyle w:val="Text"/>
      </w:pPr>
      <w:bookmarkStart w:id="0" w:name="_GoBack"/>
      <w:bookmarkEnd w:id="0"/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7B229A0B" wp14:editId="797C8683">
                <wp:simplePos x="0" y="0"/>
                <wp:positionH relativeFrom="column">
                  <wp:posOffset>215265</wp:posOffset>
                </wp:positionH>
                <wp:positionV relativeFrom="page">
                  <wp:posOffset>9707245</wp:posOffset>
                </wp:positionV>
                <wp:extent cx="6100445" cy="513080"/>
                <wp:effectExtent l="0" t="0" r="0" b="1270"/>
                <wp:wrapNone/>
                <wp:docPr id="5" name="Text Box 5" descr="Textfeld: Autor:&#10;Quelle: Institut für systemische Beratun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0445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 xml:space="preserve">Autor: </w:t>
                            </w:r>
                            <w:r w:rsidR="004F0C91">
                              <w:t>Carsten Holtmann</w:t>
                            </w:r>
                            <w:r w:rsidR="007301D7">
                              <w:t>, Cavin Pietzsch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 xml:space="preserve">Autor: </w:t>
                            </w:r>
                            <w:r w:rsidR="00AE278D">
                              <w:t>Volker Köhninger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  <w:p w:rsidR="007F4C6E" w:rsidRDefault="007F4C6E" w:rsidP="004F0C91"/>
                          <w:p w:rsidR="007F4C6E" w:rsidRPr="003B1829" w:rsidRDefault="00FF52CD" w:rsidP="004F0C91">
                            <w:pPr>
                              <w:pStyle w:val="Unterschrift"/>
                            </w:pPr>
                            <w:r>
                              <w:t>Autor: XXXX</w:t>
                            </w:r>
                          </w:p>
                          <w:p w:rsidR="007F4C6E" w:rsidRPr="003B1829" w:rsidRDefault="009C00AC" w:rsidP="004F0C91">
                            <w:pPr>
                              <w:pStyle w:val="Unterschrift"/>
                            </w:pPr>
                            <w:r>
                              <w:t>Quelle: isb</w:t>
                            </w:r>
                            <w:r w:rsidR="007F4C6E" w:rsidRPr="003B182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alt="Textfeld: Autor:&#10;Quelle: Institut für systemische Beratung&#10;" style="position:absolute;margin-left:16.95pt;margin-top:764.35pt;width:480.35pt;height:4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" filled="f" stroked="f">
                <v:textbox>
                  <w:txbxContent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 xml:space="preserve">Autor: </w:t>
                      </w:r>
                      <w:r w:rsidR="004F0C91">
                        <w:t>Carsten Holtmann</w:t>
                      </w:r>
                      <w:r w:rsidR="007301D7">
                        <w:t>, Cavin Pietzsch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 xml:space="preserve">Autor: </w:t>
                      </w:r>
                      <w:r w:rsidR="00AE278D">
                        <w:t>Volker Köhninger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  <w:p w:rsidR="007F4C6E" w:rsidRDefault="007F4C6E" w:rsidP="004F0C91"/>
                    <w:p w:rsidR="007F4C6E" w:rsidRPr="003B1829" w:rsidRDefault="00FF52CD" w:rsidP="004F0C91">
                      <w:pPr>
                        <w:pStyle w:val="Unterschrift"/>
                      </w:pPr>
                      <w:r>
                        <w:t>Autor: XXXX</w:t>
                      </w:r>
                    </w:p>
                    <w:p w:rsidR="007F4C6E" w:rsidRPr="003B1829" w:rsidRDefault="009C00AC" w:rsidP="004F0C91">
                      <w:pPr>
                        <w:pStyle w:val="Unterschrift"/>
                      </w:pPr>
                      <w:r>
                        <w:t>Quelle: isb</w:t>
                      </w:r>
                      <w:r w:rsidR="007F4C6E" w:rsidRPr="003B1829"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EA7CEE" w:rsidRPr="006F5AF9" w:rsidSect="004E09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851" w:bottom="851" w:left="1134" w:header="454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320" w:rsidRDefault="00EB3320" w:rsidP="004F0C91">
      <w:r>
        <w:separator/>
      </w:r>
    </w:p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</w:endnote>
  <w:endnote w:type="continuationSeparator" w:id="0">
    <w:p w:rsidR="00EB3320" w:rsidRDefault="00EB3320" w:rsidP="004F0C91">
      <w:r>
        <w:continuationSeparator/>
      </w:r>
    </w:p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kkuratStd Light">
    <w:altName w:val="Calibri"/>
    <w:panose1 w:val="020B0404020101020102"/>
    <w:charset w:val="00"/>
    <w:family w:val="swiss"/>
    <w:notTrueType/>
    <w:pitch w:val="variable"/>
    <w:sig w:usb0="800000AF" w:usb1="4000216A" w:usb2="00000000" w:usb3="00000000" w:csb0="00000001" w:csb1="00000000"/>
  </w:font>
  <w:font w:name="AkkuratStd">
    <w:altName w:val="Calibri"/>
    <w:panose1 w:val="020B0504020101020102"/>
    <w:charset w:val="00"/>
    <w:family w:val="swiss"/>
    <w:notTrueType/>
    <w:pitch w:val="variable"/>
    <w:sig w:usb0="800000AF" w:usb1="4000216A" w:usb2="00000000" w:usb3="00000000" w:csb0="00000001" w:csb1="00000000"/>
  </w:font>
  <w:font w:name="Akkura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C6E" w:rsidRDefault="007F4C6E" w:rsidP="004F0C91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F4C6E" w:rsidRDefault="007F4C6E" w:rsidP="004F0C91">
    <w:pPr>
      <w:pStyle w:val="Fuzeile"/>
    </w:pPr>
  </w:p>
  <w:p w:rsidR="007F4C6E" w:rsidRDefault="007F4C6E" w:rsidP="004F0C91"/>
  <w:p w:rsidR="007F4C6E" w:rsidRDefault="007F4C6E" w:rsidP="004F0C91"/>
  <w:p w:rsidR="007F4C6E" w:rsidRDefault="007F4C6E" w:rsidP="004F0C91"/>
  <w:p w:rsidR="007F4C6E" w:rsidRDefault="007F4C6E" w:rsidP="004F0C91"/>
  <w:p w:rsidR="007F4C6E" w:rsidRDefault="007F4C6E" w:rsidP="004F0C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8E7" w:rsidRPr="00DA5966" w:rsidRDefault="008558E7" w:rsidP="008558E7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 w:rsidR="002B0645">
      <w:rPr>
        <w:rStyle w:val="Seitenzahl"/>
        <w:noProof/>
        <w:sz w:val="20"/>
      </w:rPr>
      <w:t>2</w:t>
    </w:r>
    <w:r w:rsidRPr="00DA5966">
      <w:rPr>
        <w:rStyle w:val="Seitenzahl"/>
        <w:sz w:val="20"/>
      </w:rPr>
      <w:fldChar w:fldCharType="end"/>
    </w:r>
    <w:r>
      <w:rPr>
        <w:rStyle w:val="Seitenzahl"/>
        <w:sz w:val="20"/>
      </w:rPr>
      <w:t>/2</w:t>
    </w:r>
  </w:p>
  <w:p w:rsidR="004F0C91" w:rsidRPr="008558E7" w:rsidRDefault="008558E7" w:rsidP="008558E7">
    <w:pPr>
      <w:pStyle w:val="Fuzeile"/>
      <w:ind w:right="360"/>
      <w:jc w:val="center"/>
      <w:rPr>
        <w:rStyle w:val="Seitenzahl"/>
      </w:rPr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 wp14:anchorId="3F1F7125" wp14:editId="34446971">
          <wp:extent cx="1619250" cy="276225"/>
          <wp:effectExtent l="0" t="0" r="0" b="0"/>
          <wp:docPr id="1" name="Bild 1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8E7" w:rsidRPr="00DA5966" w:rsidRDefault="008558E7" w:rsidP="008558E7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 w:rsidR="002B0645">
      <w:rPr>
        <w:rStyle w:val="Seitenzahl"/>
        <w:noProof/>
        <w:sz w:val="20"/>
      </w:rPr>
      <w:t>1</w:t>
    </w:r>
    <w:r w:rsidRPr="00DA5966">
      <w:rPr>
        <w:rStyle w:val="Seitenzahl"/>
        <w:sz w:val="20"/>
      </w:rPr>
      <w:fldChar w:fldCharType="end"/>
    </w:r>
    <w:r>
      <w:rPr>
        <w:rStyle w:val="Seitenzahl"/>
        <w:sz w:val="20"/>
      </w:rPr>
      <w:t>/2</w:t>
    </w:r>
  </w:p>
  <w:p w:rsidR="007F4C6E" w:rsidRPr="008558E7" w:rsidRDefault="008558E7" w:rsidP="008558E7">
    <w:pPr>
      <w:pStyle w:val="Fuzeile"/>
      <w:ind w:right="360"/>
      <w:jc w:val="center"/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 wp14:anchorId="56C13BC5" wp14:editId="4E1EC6C3">
          <wp:extent cx="1619250" cy="276225"/>
          <wp:effectExtent l="0" t="0" r="0" b="0"/>
          <wp:docPr id="7" name="Bild 1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320" w:rsidRDefault="00EB3320" w:rsidP="004F0C91">
      <w:r>
        <w:separator/>
      </w:r>
    </w:p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</w:footnote>
  <w:footnote w:type="continuationSeparator" w:id="0">
    <w:p w:rsidR="00EB3320" w:rsidRDefault="00EB3320" w:rsidP="004F0C91">
      <w:r>
        <w:continuationSeparator/>
      </w:r>
    </w:p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  <w:p w:rsidR="00EB3320" w:rsidRDefault="00EB3320" w:rsidP="004F0C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C6E" w:rsidRDefault="005D3258" w:rsidP="004F0C91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3EEBC2D" wp14:editId="38B5D2BB">
              <wp:simplePos x="0" y="0"/>
              <wp:positionH relativeFrom="column">
                <wp:posOffset>-1174115</wp:posOffset>
              </wp:positionH>
              <wp:positionV relativeFrom="paragraph">
                <wp:posOffset>192405</wp:posOffset>
              </wp:positionV>
              <wp:extent cx="9144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2.45pt,15.15pt" to="-85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rgFwIAADA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" o:allowincell="f"/>
          </w:pict>
        </mc:Fallback>
      </mc:AlternateContent>
    </w:r>
  </w:p>
  <w:p w:rsidR="007F4C6E" w:rsidRDefault="007F4C6E" w:rsidP="004F0C91"/>
  <w:p w:rsidR="007F4C6E" w:rsidRDefault="007F4C6E" w:rsidP="004F0C91"/>
  <w:p w:rsidR="007F4C6E" w:rsidRDefault="007F4C6E" w:rsidP="004F0C91"/>
  <w:p w:rsidR="007F4C6E" w:rsidRDefault="007F4C6E" w:rsidP="004F0C91"/>
  <w:p w:rsidR="007F4C6E" w:rsidRDefault="007F4C6E" w:rsidP="004F0C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C6E" w:rsidRDefault="005D3258" w:rsidP="004F0C91">
    <w:pPr>
      <w:pStyle w:val="Kopfzeile"/>
      <w:jc w:val="right"/>
    </w:pPr>
    <w:r>
      <w:rPr>
        <w:noProof/>
      </w:rPr>
      <w:drawing>
        <wp:inline distT="0" distB="0" distL="0" distR="0" wp14:anchorId="20E1287A" wp14:editId="78DA8464">
          <wp:extent cx="1981200" cy="733425"/>
          <wp:effectExtent l="0" t="0" r="0" b="0"/>
          <wp:docPr id="2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7C48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8A7AE6"/>
    <w:multiLevelType w:val="hybridMultilevel"/>
    <w:tmpl w:val="57585246"/>
    <w:lvl w:ilvl="0" w:tplc="C29C6D5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B67E0"/>
    <w:multiLevelType w:val="hybridMultilevel"/>
    <w:tmpl w:val="A9EE845C"/>
    <w:lvl w:ilvl="0" w:tplc="FEB2BE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11E29"/>
    <w:multiLevelType w:val="hybridMultilevel"/>
    <w:tmpl w:val="9B5A4A0A"/>
    <w:lvl w:ilvl="0" w:tplc="34609D98">
      <w:start w:val="1"/>
      <w:numFmt w:val="decimal"/>
      <w:pStyle w:val="berschrif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E32D6C"/>
    <w:multiLevelType w:val="hybridMultilevel"/>
    <w:tmpl w:val="7DF0C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F1375"/>
    <w:multiLevelType w:val="hybridMultilevel"/>
    <w:tmpl w:val="45182400"/>
    <w:lvl w:ilvl="0" w:tplc="C53AD796">
      <w:start w:val="1"/>
      <w:numFmt w:val="bullet"/>
      <w:pStyle w:val="Aufzhlungszeichen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4D6F1D"/>
    <w:multiLevelType w:val="hybridMultilevel"/>
    <w:tmpl w:val="6A9C7476"/>
    <w:lvl w:ilvl="0" w:tplc="559A57CA">
      <w:numFmt w:val="bullet"/>
      <w:lvlText w:val="-"/>
      <w:lvlJc w:val="left"/>
      <w:pPr>
        <w:ind w:left="972" w:hanging="360"/>
      </w:pPr>
      <w:rPr>
        <w:rFonts w:ascii="AkkuratStd Light" w:eastAsia="Times New Roman" w:hAnsi="AkkuratStd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7">
    <w:nsid w:val="6673234B"/>
    <w:multiLevelType w:val="hybridMultilevel"/>
    <w:tmpl w:val="931869F0"/>
    <w:lvl w:ilvl="0" w:tplc="0F1CEBE0">
      <w:start w:val="10"/>
      <w:numFmt w:val="bullet"/>
      <w:lvlText w:val="-"/>
      <w:lvlJc w:val="left"/>
      <w:pPr>
        <w:ind w:left="720" w:hanging="360"/>
      </w:pPr>
      <w:rPr>
        <w:rFonts w:ascii="AkkuratStd Light" w:eastAsia="Times New Roman" w:hAnsi="AkkuratStd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8B0486"/>
    <w:multiLevelType w:val="hybridMultilevel"/>
    <w:tmpl w:val="5546CE8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E11C77"/>
    <w:multiLevelType w:val="hybridMultilevel"/>
    <w:tmpl w:val="774871EC"/>
    <w:lvl w:ilvl="0" w:tplc="2FB81A7C">
      <w:numFmt w:val="bullet"/>
      <w:lvlText w:val="-"/>
      <w:lvlJc w:val="left"/>
      <w:pPr>
        <w:ind w:left="600" w:hanging="360"/>
      </w:pPr>
      <w:rPr>
        <w:rFonts w:ascii="AkkuratStd Light" w:eastAsia="Times New Roman" w:hAnsi="AkkuratStd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>
    <w:nsid w:val="6A4B201D"/>
    <w:multiLevelType w:val="hybridMultilevel"/>
    <w:tmpl w:val="8410CDF6"/>
    <w:lvl w:ilvl="0" w:tplc="6F56D81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E67C3"/>
    <w:multiLevelType w:val="hybridMultilevel"/>
    <w:tmpl w:val="C8724492"/>
    <w:lvl w:ilvl="0" w:tplc="9B8CBCE0">
      <w:start w:val="1"/>
      <w:numFmt w:val="decimal"/>
      <w:pStyle w:val="berschrift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5569CE"/>
    <w:multiLevelType w:val="hybridMultilevel"/>
    <w:tmpl w:val="C9625078"/>
    <w:lvl w:ilvl="0" w:tplc="D494ABF0">
      <w:start w:val="1"/>
      <w:numFmt w:val="bullet"/>
      <w:pStyle w:val="Aufzhlung2"/>
      <w:lvlText w:val="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2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1"/>
  </w:num>
  <w:num w:numId="12">
    <w:abstractNumId w:val="4"/>
  </w:num>
  <w:num w:numId="1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C3"/>
    <w:rsid w:val="0009343D"/>
    <w:rsid w:val="000C6AF2"/>
    <w:rsid w:val="000F5BBE"/>
    <w:rsid w:val="001517B6"/>
    <w:rsid w:val="001849F7"/>
    <w:rsid w:val="001B6245"/>
    <w:rsid w:val="001C7BCD"/>
    <w:rsid w:val="00200A8E"/>
    <w:rsid w:val="00231FE9"/>
    <w:rsid w:val="00237C56"/>
    <w:rsid w:val="00251399"/>
    <w:rsid w:val="002645BD"/>
    <w:rsid w:val="002B0645"/>
    <w:rsid w:val="002B1D1A"/>
    <w:rsid w:val="002B54F2"/>
    <w:rsid w:val="002F232A"/>
    <w:rsid w:val="00301D0E"/>
    <w:rsid w:val="003107A4"/>
    <w:rsid w:val="003328B4"/>
    <w:rsid w:val="003524A5"/>
    <w:rsid w:val="003A7822"/>
    <w:rsid w:val="003B1829"/>
    <w:rsid w:val="003C7C9E"/>
    <w:rsid w:val="00421B99"/>
    <w:rsid w:val="00462D55"/>
    <w:rsid w:val="004A4016"/>
    <w:rsid w:val="004E0910"/>
    <w:rsid w:val="004F0C91"/>
    <w:rsid w:val="00531AF9"/>
    <w:rsid w:val="00553D59"/>
    <w:rsid w:val="005A5EE9"/>
    <w:rsid w:val="005D3258"/>
    <w:rsid w:val="005E0D4A"/>
    <w:rsid w:val="005E7C7E"/>
    <w:rsid w:val="005F406F"/>
    <w:rsid w:val="005F4D46"/>
    <w:rsid w:val="0063753C"/>
    <w:rsid w:val="00637565"/>
    <w:rsid w:val="00640F1A"/>
    <w:rsid w:val="0064134C"/>
    <w:rsid w:val="00650253"/>
    <w:rsid w:val="00650367"/>
    <w:rsid w:val="006813B1"/>
    <w:rsid w:val="006A405F"/>
    <w:rsid w:val="006B42F8"/>
    <w:rsid w:val="006E19FA"/>
    <w:rsid w:val="006F5AF9"/>
    <w:rsid w:val="00717B83"/>
    <w:rsid w:val="00717D29"/>
    <w:rsid w:val="00722EEB"/>
    <w:rsid w:val="007301D7"/>
    <w:rsid w:val="00771885"/>
    <w:rsid w:val="00795614"/>
    <w:rsid w:val="00797FDF"/>
    <w:rsid w:val="007A3EBC"/>
    <w:rsid w:val="007B1C2C"/>
    <w:rsid w:val="007B3958"/>
    <w:rsid w:val="007D069E"/>
    <w:rsid w:val="007D4538"/>
    <w:rsid w:val="007F4C6E"/>
    <w:rsid w:val="00841AF9"/>
    <w:rsid w:val="008514E8"/>
    <w:rsid w:val="008558E7"/>
    <w:rsid w:val="0086153B"/>
    <w:rsid w:val="00864C80"/>
    <w:rsid w:val="00864CBE"/>
    <w:rsid w:val="00881B6B"/>
    <w:rsid w:val="009010A3"/>
    <w:rsid w:val="00922060"/>
    <w:rsid w:val="00932C86"/>
    <w:rsid w:val="009339E4"/>
    <w:rsid w:val="00944C11"/>
    <w:rsid w:val="0096134E"/>
    <w:rsid w:val="00994235"/>
    <w:rsid w:val="009C00AC"/>
    <w:rsid w:val="009D2537"/>
    <w:rsid w:val="009E4A92"/>
    <w:rsid w:val="00A2628C"/>
    <w:rsid w:val="00A374A1"/>
    <w:rsid w:val="00A61624"/>
    <w:rsid w:val="00A71F66"/>
    <w:rsid w:val="00A77D8A"/>
    <w:rsid w:val="00AA3816"/>
    <w:rsid w:val="00AE278D"/>
    <w:rsid w:val="00AE40DE"/>
    <w:rsid w:val="00B27462"/>
    <w:rsid w:val="00B274EB"/>
    <w:rsid w:val="00B36AAF"/>
    <w:rsid w:val="00B711FB"/>
    <w:rsid w:val="00BE0DB9"/>
    <w:rsid w:val="00C00499"/>
    <w:rsid w:val="00C13A5D"/>
    <w:rsid w:val="00C33B4B"/>
    <w:rsid w:val="00C468CA"/>
    <w:rsid w:val="00C575CA"/>
    <w:rsid w:val="00C60DEE"/>
    <w:rsid w:val="00C70268"/>
    <w:rsid w:val="00C7775F"/>
    <w:rsid w:val="00C84A5C"/>
    <w:rsid w:val="00C86A0A"/>
    <w:rsid w:val="00CB1CC8"/>
    <w:rsid w:val="00CD15B1"/>
    <w:rsid w:val="00D32F9E"/>
    <w:rsid w:val="00D63359"/>
    <w:rsid w:val="00D64079"/>
    <w:rsid w:val="00DA5966"/>
    <w:rsid w:val="00DB542B"/>
    <w:rsid w:val="00DC1F6B"/>
    <w:rsid w:val="00DC2951"/>
    <w:rsid w:val="00DE1F01"/>
    <w:rsid w:val="00DE5DC3"/>
    <w:rsid w:val="00E014B4"/>
    <w:rsid w:val="00E26DCA"/>
    <w:rsid w:val="00E3446B"/>
    <w:rsid w:val="00E51F5C"/>
    <w:rsid w:val="00EA7CEE"/>
    <w:rsid w:val="00EB126E"/>
    <w:rsid w:val="00EB3320"/>
    <w:rsid w:val="00EB64AC"/>
    <w:rsid w:val="00EC5C5A"/>
    <w:rsid w:val="00ED0A02"/>
    <w:rsid w:val="00F10E27"/>
    <w:rsid w:val="00F84E4A"/>
    <w:rsid w:val="00FA5CF6"/>
    <w:rsid w:val="00FB0D76"/>
    <w:rsid w:val="00FF52CD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1D7"/>
    <w:pPr>
      <w:spacing w:after="60"/>
    </w:pPr>
    <w:rPr>
      <w:rFonts w:ascii="AkkuratStd Light" w:hAnsi="AkkuratStd Light"/>
      <w:sz w:val="22"/>
      <w:szCs w:val="24"/>
    </w:rPr>
  </w:style>
  <w:style w:type="paragraph" w:styleId="berschrift1">
    <w:name w:val="heading 1"/>
    <w:basedOn w:val="Standard"/>
    <w:next w:val="Standard"/>
    <w:qFormat/>
    <w:rsid w:val="004A4016"/>
    <w:pPr>
      <w:keepNext/>
      <w:spacing w:before="120"/>
      <w:jc w:val="center"/>
      <w:outlineLvl w:val="0"/>
    </w:pPr>
    <w:rPr>
      <w:rFonts w:ascii="AkkuratStd" w:hAnsi="AkkuratStd"/>
      <w:b/>
      <w:sz w:val="24"/>
      <w:szCs w:val="20"/>
    </w:rPr>
  </w:style>
  <w:style w:type="paragraph" w:styleId="berschrift2">
    <w:name w:val="heading 2"/>
    <w:basedOn w:val="Standard"/>
    <w:next w:val="Standard"/>
    <w:autoRedefine/>
    <w:qFormat/>
    <w:rsid w:val="004A4016"/>
    <w:pPr>
      <w:keepNext/>
      <w:jc w:val="center"/>
      <w:outlineLvl w:val="1"/>
    </w:pPr>
    <w:rPr>
      <w:rFonts w:ascii="AkkuratStd" w:hAnsi="AkkuratStd"/>
      <w:sz w:val="24"/>
      <w:szCs w:val="20"/>
    </w:rPr>
  </w:style>
  <w:style w:type="paragraph" w:styleId="berschrift3">
    <w:name w:val="heading 3"/>
    <w:basedOn w:val="Standard"/>
    <w:next w:val="Standard"/>
    <w:autoRedefine/>
    <w:qFormat/>
    <w:rsid w:val="004A4016"/>
    <w:pPr>
      <w:keepNext/>
      <w:numPr>
        <w:numId w:val="1"/>
      </w:numPr>
      <w:ind w:left="0" w:firstLine="0"/>
      <w:outlineLvl w:val="2"/>
    </w:pPr>
    <w:rPr>
      <w:rFonts w:ascii="AkkuratStd" w:hAnsi="AkkuratStd"/>
      <w:b/>
      <w:szCs w:val="20"/>
      <w:u w:val="single"/>
    </w:rPr>
  </w:style>
  <w:style w:type="paragraph" w:styleId="berschrift4">
    <w:name w:val="heading 4"/>
    <w:basedOn w:val="Standard"/>
    <w:next w:val="Standard"/>
    <w:autoRedefine/>
    <w:qFormat/>
    <w:rsid w:val="004A4016"/>
    <w:pPr>
      <w:keepNext/>
      <w:numPr>
        <w:numId w:val="2"/>
      </w:numPr>
      <w:ind w:left="0" w:firstLine="0"/>
      <w:outlineLvl w:val="3"/>
    </w:pPr>
    <w:rPr>
      <w:rFonts w:ascii="AkkuratStd" w:hAnsi="AkkuratStd"/>
      <w:b/>
      <w:szCs w:val="20"/>
    </w:rPr>
  </w:style>
  <w:style w:type="paragraph" w:styleId="berschrift5">
    <w:name w:val="heading 5"/>
    <w:basedOn w:val="Standard"/>
    <w:next w:val="Standard"/>
    <w:qFormat/>
    <w:rsid w:val="004A4016"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rsid w:val="004A4016"/>
    <w:pPr>
      <w:keepNext/>
      <w:spacing w:before="12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4A4016"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rsid w:val="003B18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4A4016"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4A4016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3B1829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rsid w:val="002645BD"/>
    <w:pPr>
      <w:numPr>
        <w:numId w:val="3"/>
      </w:numPr>
    </w:pPr>
    <w:rPr>
      <w:szCs w:val="20"/>
    </w:rPr>
  </w:style>
  <w:style w:type="paragraph" w:styleId="Dokumentstruktur">
    <w:name w:val="Document Map"/>
    <w:basedOn w:val="Standard"/>
    <w:semiHidden/>
    <w:rsid w:val="004A4016"/>
    <w:pPr>
      <w:shd w:val="clear" w:color="auto" w:fill="000080"/>
      <w:spacing w:before="120"/>
    </w:pPr>
    <w:rPr>
      <w:rFonts w:ascii="Tahoma" w:hAnsi="Tahoma"/>
      <w:sz w:val="24"/>
    </w:rPr>
  </w:style>
  <w:style w:type="paragraph" w:styleId="Fuzeile">
    <w:name w:val="footer"/>
    <w:basedOn w:val="Standard"/>
    <w:rsid w:val="004A4016"/>
    <w:pPr>
      <w:tabs>
        <w:tab w:val="center" w:pos="4536"/>
        <w:tab w:val="right" w:pos="9072"/>
      </w:tabs>
      <w:spacing w:before="120"/>
    </w:pPr>
    <w:rPr>
      <w:sz w:val="24"/>
    </w:rPr>
  </w:style>
  <w:style w:type="paragraph" w:styleId="Kopfzeile">
    <w:name w:val="header"/>
    <w:basedOn w:val="Standard"/>
    <w:rsid w:val="004A4016"/>
    <w:pPr>
      <w:tabs>
        <w:tab w:val="center" w:pos="4536"/>
        <w:tab w:val="right" w:pos="9072"/>
      </w:tabs>
      <w:spacing w:before="120"/>
    </w:pPr>
    <w:rPr>
      <w:sz w:val="24"/>
    </w:rPr>
  </w:style>
  <w:style w:type="character" w:styleId="Hyperlink">
    <w:name w:val="Hyperlink"/>
    <w:rsid w:val="004A4016"/>
    <w:rPr>
      <w:color w:val="0000FF"/>
      <w:u w:val="single"/>
    </w:rPr>
  </w:style>
  <w:style w:type="paragraph" w:styleId="Textkrper">
    <w:name w:val="Body Text"/>
    <w:basedOn w:val="Standard"/>
    <w:rsid w:val="004A4016"/>
    <w:rPr>
      <w:sz w:val="16"/>
    </w:rPr>
  </w:style>
  <w:style w:type="paragraph" w:styleId="Textkrper2">
    <w:name w:val="Body Text 2"/>
    <w:basedOn w:val="Standard"/>
    <w:rsid w:val="004A4016"/>
    <w:rPr>
      <w:i/>
    </w:rPr>
  </w:style>
  <w:style w:type="paragraph" w:styleId="Textkrper3">
    <w:name w:val="Body Text 3"/>
    <w:basedOn w:val="Standard"/>
    <w:rsid w:val="004A4016"/>
    <w:rPr>
      <w:i/>
      <w:snapToGrid w:val="0"/>
    </w:rPr>
  </w:style>
  <w:style w:type="paragraph" w:customStyle="1" w:styleId="Text">
    <w:name w:val="Text"/>
    <w:rsid w:val="00717D29"/>
    <w:pPr>
      <w:spacing w:after="60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sid w:val="004A4016"/>
    <w:rPr>
      <w:rFonts w:ascii="Times New Roman" w:hAnsi="Times New Roman"/>
    </w:rPr>
  </w:style>
  <w:style w:type="table" w:styleId="Tabellenraster">
    <w:name w:val="Table Grid"/>
    <w:basedOn w:val="NormaleTabelle"/>
    <w:rsid w:val="004A401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4A4016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A4016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4A4016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4A4016"/>
  </w:style>
  <w:style w:type="paragraph" w:styleId="StandardWeb">
    <w:name w:val="Normal (Web)"/>
    <w:basedOn w:val="Standard"/>
    <w:rsid w:val="004A4016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A4016"/>
    <w:rPr>
      <w:i/>
      <w:iCs/>
    </w:rPr>
  </w:style>
  <w:style w:type="paragraph" w:styleId="Beschriftung">
    <w:name w:val="caption"/>
    <w:basedOn w:val="Standard"/>
    <w:next w:val="Standard"/>
    <w:qFormat/>
    <w:rsid w:val="004A4016"/>
    <w:rPr>
      <w:b/>
      <w:bCs/>
      <w:sz w:val="20"/>
    </w:rPr>
  </w:style>
  <w:style w:type="paragraph" w:styleId="RGV-berschrift">
    <w:name w:val="toa heading"/>
    <w:basedOn w:val="Standard"/>
    <w:next w:val="Standard"/>
    <w:semiHidden/>
    <w:rsid w:val="009E4A92"/>
    <w:pPr>
      <w:framePr w:hSpace="142" w:vSpace="142" w:wrap="around" w:vAnchor="text" w:hAnchor="text" w:y="1"/>
      <w:spacing w:before="120"/>
      <w:jc w:val="right"/>
    </w:pPr>
  </w:style>
  <w:style w:type="table" w:customStyle="1" w:styleId="ISBTabelle">
    <w:name w:val="ISB_Tabelle"/>
    <w:basedOn w:val="NormaleTabelle"/>
    <w:rsid w:val="004A4016"/>
    <w:pPr>
      <w:spacing w:after="60"/>
    </w:pPr>
    <w:rPr>
      <w:rFonts w:ascii="AkkuratStd Light" w:hAnsi="AkkuratStd Light"/>
      <w:sz w:val="22"/>
      <w:szCs w:val="22"/>
    </w:rPr>
    <w:tblPr>
      <w:tblStyleColBandSize w:val="1"/>
    </w:tblPr>
    <w:tblStylePr w:type="band1Vert">
      <w:rPr>
        <w:rFonts w:ascii="Arial Unicode MS" w:hAnsi="Arial Unicode MS"/>
        <w:b w:val="0"/>
      </w:rPr>
    </w:tblStylePr>
  </w:style>
  <w:style w:type="paragraph" w:customStyle="1" w:styleId="Aufzhlung2">
    <w:name w:val="Aufzählung2"/>
    <w:basedOn w:val="Aufzhlungszeichen"/>
    <w:autoRedefine/>
    <w:rsid w:val="002645BD"/>
    <w:pPr>
      <w:numPr>
        <w:numId w:val="4"/>
      </w:numPr>
    </w:pPr>
  </w:style>
  <w:style w:type="paragraph" w:styleId="Sprechblasentext">
    <w:name w:val="Balloon Text"/>
    <w:basedOn w:val="Standard"/>
    <w:semiHidden/>
    <w:rsid w:val="004A4016"/>
    <w:rPr>
      <w:rFonts w:ascii="Tahoma" w:hAnsi="Tahoma" w:cs="Tahoma"/>
      <w:sz w:val="16"/>
      <w:szCs w:val="16"/>
    </w:rPr>
  </w:style>
  <w:style w:type="table" w:customStyle="1" w:styleId="ISBTabelle1">
    <w:name w:val="ISB_Tabelle1"/>
    <w:basedOn w:val="NormaleTabelle"/>
    <w:rsid w:val="007D069E"/>
    <w:rPr>
      <w:rFonts w:ascii="AkkuratStd Light" w:hAnsi="AkkuratStd Light"/>
      <w:sz w:val="22"/>
    </w:rPr>
    <w:tblPr>
      <w:tblStyleColBandSize w:val="1"/>
    </w:tblPr>
    <w:tblStylePr w:type="band1Vert">
      <w:rPr>
        <w:b/>
      </w:rPr>
    </w:tblStylePr>
  </w:style>
  <w:style w:type="paragraph" w:styleId="Listenabsatz">
    <w:name w:val="List Paragraph"/>
    <w:basedOn w:val="Standard"/>
    <w:uiPriority w:val="34"/>
    <w:qFormat/>
    <w:rsid w:val="004F0C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01D7"/>
    <w:pPr>
      <w:spacing w:after="60"/>
    </w:pPr>
    <w:rPr>
      <w:rFonts w:ascii="AkkuratStd Light" w:hAnsi="AkkuratStd Light"/>
      <w:sz w:val="22"/>
      <w:szCs w:val="24"/>
    </w:rPr>
  </w:style>
  <w:style w:type="paragraph" w:styleId="berschrift1">
    <w:name w:val="heading 1"/>
    <w:basedOn w:val="Standard"/>
    <w:next w:val="Standard"/>
    <w:qFormat/>
    <w:rsid w:val="004A4016"/>
    <w:pPr>
      <w:keepNext/>
      <w:spacing w:before="120"/>
      <w:jc w:val="center"/>
      <w:outlineLvl w:val="0"/>
    </w:pPr>
    <w:rPr>
      <w:rFonts w:ascii="AkkuratStd" w:hAnsi="AkkuratStd"/>
      <w:b/>
      <w:sz w:val="24"/>
      <w:szCs w:val="20"/>
    </w:rPr>
  </w:style>
  <w:style w:type="paragraph" w:styleId="berschrift2">
    <w:name w:val="heading 2"/>
    <w:basedOn w:val="Standard"/>
    <w:next w:val="Standard"/>
    <w:autoRedefine/>
    <w:qFormat/>
    <w:rsid w:val="004A4016"/>
    <w:pPr>
      <w:keepNext/>
      <w:jc w:val="center"/>
      <w:outlineLvl w:val="1"/>
    </w:pPr>
    <w:rPr>
      <w:rFonts w:ascii="AkkuratStd" w:hAnsi="AkkuratStd"/>
      <w:sz w:val="24"/>
      <w:szCs w:val="20"/>
    </w:rPr>
  </w:style>
  <w:style w:type="paragraph" w:styleId="berschrift3">
    <w:name w:val="heading 3"/>
    <w:basedOn w:val="Standard"/>
    <w:next w:val="Standard"/>
    <w:autoRedefine/>
    <w:qFormat/>
    <w:rsid w:val="004A4016"/>
    <w:pPr>
      <w:keepNext/>
      <w:numPr>
        <w:numId w:val="1"/>
      </w:numPr>
      <w:ind w:left="0" w:firstLine="0"/>
      <w:outlineLvl w:val="2"/>
    </w:pPr>
    <w:rPr>
      <w:rFonts w:ascii="AkkuratStd" w:hAnsi="AkkuratStd"/>
      <w:b/>
      <w:szCs w:val="20"/>
      <w:u w:val="single"/>
    </w:rPr>
  </w:style>
  <w:style w:type="paragraph" w:styleId="berschrift4">
    <w:name w:val="heading 4"/>
    <w:basedOn w:val="Standard"/>
    <w:next w:val="Standard"/>
    <w:autoRedefine/>
    <w:qFormat/>
    <w:rsid w:val="004A4016"/>
    <w:pPr>
      <w:keepNext/>
      <w:numPr>
        <w:numId w:val="2"/>
      </w:numPr>
      <w:ind w:left="0" w:firstLine="0"/>
      <w:outlineLvl w:val="3"/>
    </w:pPr>
    <w:rPr>
      <w:rFonts w:ascii="AkkuratStd" w:hAnsi="AkkuratStd"/>
      <w:b/>
      <w:szCs w:val="20"/>
    </w:rPr>
  </w:style>
  <w:style w:type="paragraph" w:styleId="berschrift5">
    <w:name w:val="heading 5"/>
    <w:basedOn w:val="Standard"/>
    <w:next w:val="Standard"/>
    <w:qFormat/>
    <w:rsid w:val="004A4016"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rsid w:val="004A4016"/>
    <w:pPr>
      <w:keepNext/>
      <w:spacing w:before="12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4A4016"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rsid w:val="003B18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4A4016"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4A4016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3B1829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rsid w:val="002645BD"/>
    <w:pPr>
      <w:numPr>
        <w:numId w:val="3"/>
      </w:numPr>
    </w:pPr>
    <w:rPr>
      <w:szCs w:val="20"/>
    </w:rPr>
  </w:style>
  <w:style w:type="paragraph" w:styleId="Dokumentstruktur">
    <w:name w:val="Document Map"/>
    <w:basedOn w:val="Standard"/>
    <w:semiHidden/>
    <w:rsid w:val="004A4016"/>
    <w:pPr>
      <w:shd w:val="clear" w:color="auto" w:fill="000080"/>
      <w:spacing w:before="120"/>
    </w:pPr>
    <w:rPr>
      <w:rFonts w:ascii="Tahoma" w:hAnsi="Tahoma"/>
      <w:sz w:val="24"/>
    </w:rPr>
  </w:style>
  <w:style w:type="paragraph" w:styleId="Fuzeile">
    <w:name w:val="footer"/>
    <w:basedOn w:val="Standard"/>
    <w:rsid w:val="004A4016"/>
    <w:pPr>
      <w:tabs>
        <w:tab w:val="center" w:pos="4536"/>
        <w:tab w:val="right" w:pos="9072"/>
      </w:tabs>
      <w:spacing w:before="120"/>
    </w:pPr>
    <w:rPr>
      <w:sz w:val="24"/>
    </w:rPr>
  </w:style>
  <w:style w:type="paragraph" w:styleId="Kopfzeile">
    <w:name w:val="header"/>
    <w:basedOn w:val="Standard"/>
    <w:rsid w:val="004A4016"/>
    <w:pPr>
      <w:tabs>
        <w:tab w:val="center" w:pos="4536"/>
        <w:tab w:val="right" w:pos="9072"/>
      </w:tabs>
      <w:spacing w:before="120"/>
    </w:pPr>
    <w:rPr>
      <w:sz w:val="24"/>
    </w:rPr>
  </w:style>
  <w:style w:type="character" w:styleId="Hyperlink">
    <w:name w:val="Hyperlink"/>
    <w:rsid w:val="004A4016"/>
    <w:rPr>
      <w:color w:val="0000FF"/>
      <w:u w:val="single"/>
    </w:rPr>
  </w:style>
  <w:style w:type="paragraph" w:styleId="Textkrper">
    <w:name w:val="Body Text"/>
    <w:basedOn w:val="Standard"/>
    <w:rsid w:val="004A4016"/>
    <w:rPr>
      <w:sz w:val="16"/>
    </w:rPr>
  </w:style>
  <w:style w:type="paragraph" w:styleId="Textkrper2">
    <w:name w:val="Body Text 2"/>
    <w:basedOn w:val="Standard"/>
    <w:rsid w:val="004A4016"/>
    <w:rPr>
      <w:i/>
    </w:rPr>
  </w:style>
  <w:style w:type="paragraph" w:styleId="Textkrper3">
    <w:name w:val="Body Text 3"/>
    <w:basedOn w:val="Standard"/>
    <w:rsid w:val="004A4016"/>
    <w:rPr>
      <w:i/>
      <w:snapToGrid w:val="0"/>
    </w:rPr>
  </w:style>
  <w:style w:type="paragraph" w:customStyle="1" w:styleId="Text">
    <w:name w:val="Text"/>
    <w:rsid w:val="00717D29"/>
    <w:pPr>
      <w:spacing w:after="60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sid w:val="004A4016"/>
    <w:rPr>
      <w:rFonts w:ascii="Times New Roman" w:hAnsi="Times New Roman"/>
    </w:rPr>
  </w:style>
  <w:style w:type="table" w:styleId="Tabellenraster">
    <w:name w:val="Table Grid"/>
    <w:basedOn w:val="NormaleTabelle"/>
    <w:rsid w:val="004A401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4A4016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A4016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4A4016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4A4016"/>
  </w:style>
  <w:style w:type="paragraph" w:styleId="StandardWeb">
    <w:name w:val="Normal (Web)"/>
    <w:basedOn w:val="Standard"/>
    <w:rsid w:val="004A4016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A4016"/>
    <w:rPr>
      <w:i/>
      <w:iCs/>
    </w:rPr>
  </w:style>
  <w:style w:type="paragraph" w:styleId="Beschriftung">
    <w:name w:val="caption"/>
    <w:basedOn w:val="Standard"/>
    <w:next w:val="Standard"/>
    <w:qFormat/>
    <w:rsid w:val="004A4016"/>
    <w:rPr>
      <w:b/>
      <w:bCs/>
      <w:sz w:val="20"/>
    </w:rPr>
  </w:style>
  <w:style w:type="paragraph" w:styleId="RGV-berschrift">
    <w:name w:val="toa heading"/>
    <w:basedOn w:val="Standard"/>
    <w:next w:val="Standard"/>
    <w:semiHidden/>
    <w:rsid w:val="009E4A92"/>
    <w:pPr>
      <w:framePr w:hSpace="142" w:vSpace="142" w:wrap="around" w:vAnchor="text" w:hAnchor="text" w:y="1"/>
      <w:spacing w:before="120"/>
      <w:jc w:val="right"/>
    </w:pPr>
  </w:style>
  <w:style w:type="table" w:customStyle="1" w:styleId="ISBTabelle">
    <w:name w:val="ISB_Tabelle"/>
    <w:basedOn w:val="NormaleTabelle"/>
    <w:rsid w:val="004A4016"/>
    <w:pPr>
      <w:spacing w:after="60"/>
    </w:pPr>
    <w:rPr>
      <w:rFonts w:ascii="AkkuratStd Light" w:hAnsi="AkkuratStd Light"/>
      <w:sz w:val="22"/>
      <w:szCs w:val="22"/>
    </w:rPr>
    <w:tblPr>
      <w:tblStyleColBandSize w:val="1"/>
    </w:tblPr>
    <w:tblStylePr w:type="band1Vert">
      <w:rPr>
        <w:rFonts w:ascii="Arial Unicode MS" w:hAnsi="Arial Unicode MS"/>
        <w:b w:val="0"/>
      </w:rPr>
    </w:tblStylePr>
  </w:style>
  <w:style w:type="paragraph" w:customStyle="1" w:styleId="Aufzhlung2">
    <w:name w:val="Aufzählung2"/>
    <w:basedOn w:val="Aufzhlungszeichen"/>
    <w:autoRedefine/>
    <w:rsid w:val="002645BD"/>
    <w:pPr>
      <w:numPr>
        <w:numId w:val="4"/>
      </w:numPr>
    </w:pPr>
  </w:style>
  <w:style w:type="paragraph" w:styleId="Sprechblasentext">
    <w:name w:val="Balloon Text"/>
    <w:basedOn w:val="Standard"/>
    <w:semiHidden/>
    <w:rsid w:val="004A4016"/>
    <w:rPr>
      <w:rFonts w:ascii="Tahoma" w:hAnsi="Tahoma" w:cs="Tahoma"/>
      <w:sz w:val="16"/>
      <w:szCs w:val="16"/>
    </w:rPr>
  </w:style>
  <w:style w:type="table" w:customStyle="1" w:styleId="ISBTabelle1">
    <w:name w:val="ISB_Tabelle1"/>
    <w:basedOn w:val="NormaleTabelle"/>
    <w:rsid w:val="007D069E"/>
    <w:rPr>
      <w:rFonts w:ascii="AkkuratStd Light" w:hAnsi="AkkuratStd Light"/>
      <w:sz w:val="22"/>
    </w:rPr>
    <w:tblPr>
      <w:tblStyleColBandSize w:val="1"/>
    </w:tblPr>
    <w:tblStylePr w:type="band1Vert">
      <w:rPr>
        <w:b/>
      </w:rPr>
    </w:tblStylePr>
  </w:style>
  <w:style w:type="paragraph" w:styleId="Listenabsatz">
    <w:name w:val="List Paragraph"/>
    <w:basedOn w:val="Standard"/>
    <w:uiPriority w:val="34"/>
    <w:qFormat/>
    <w:rsid w:val="004F0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03%20Vorlagen\Vorlage_Teilnehmerunterlagen_Le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Vorlage_Teilnehmerunterlagen_Leer.dot</Template>
  <TotalTime>0</TotalTime>
  <Pages>2</Pages>
  <Words>299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AÜ Wirksamkeit als Transformationsberater</vt:lpstr>
    </vt:vector>
  </TitlesOfParts>
  <Company>Institut für syst. Beratung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AÜ Wirksamkeit als Transformationsberater</dc:title>
  <dc:creator>isb GmbH</dc:creator>
  <cp:lastModifiedBy>Praktikant</cp:lastModifiedBy>
  <cp:revision>3</cp:revision>
  <cp:lastPrinted>2012-11-14T16:48:00Z</cp:lastPrinted>
  <dcterms:created xsi:type="dcterms:W3CDTF">2018-11-27T16:57:00Z</dcterms:created>
  <dcterms:modified xsi:type="dcterms:W3CDTF">2018-11-27T16:58:00Z</dcterms:modified>
</cp:coreProperties>
</file>